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1AC" w:rsidRDefault="00090FC6" w:rsidP="00101E3B">
      <w:pPr>
        <w:contextualSpacing/>
        <w:jc w:val="both"/>
        <w:rPr>
          <w:rFonts w:cs="Arial"/>
          <w:szCs w:val="18"/>
        </w:rPr>
      </w:pPr>
      <w:bookmarkStart w:id="0" w:name="_GoBack"/>
      <w:bookmarkEnd w:id="0"/>
      <w:r>
        <w:rPr>
          <w:rFonts w:cs="Arial"/>
          <w:szCs w:val="18"/>
        </w:rPr>
        <w:t xml:space="preserve"> </w:t>
      </w:r>
    </w:p>
    <w:p w:rsidR="0010569D" w:rsidRDefault="0010569D">
      <w:pPr>
        <w:contextualSpacing/>
        <w:jc w:val="both"/>
        <w:rPr>
          <w:rFonts w:cs="Arial"/>
          <w:szCs w:val="18"/>
        </w:rPr>
      </w:pPr>
    </w:p>
    <w:tbl>
      <w:tblPr>
        <w:tblStyle w:val="Tabela-Siatka"/>
        <w:tblW w:w="410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10569D" w:rsidRPr="00262158" w:rsidTr="0010569D">
        <w:tc>
          <w:tcPr>
            <w:tcW w:w="4105" w:type="dxa"/>
          </w:tcPr>
          <w:p w:rsidR="0010569D" w:rsidRPr="00262158" w:rsidRDefault="0010569D" w:rsidP="003715AC">
            <w:pPr>
              <w:pStyle w:val="Bezodstpw"/>
              <w:rPr>
                <w:noProof/>
                <w:lang w:eastAsia="pl-PL"/>
              </w:rPr>
            </w:pPr>
          </w:p>
        </w:tc>
      </w:tr>
    </w:tbl>
    <w:p w:rsidR="0010569D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:rsidR="00562DC4" w:rsidRDefault="00562DC4" w:rsidP="00C00F8A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7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>
        <w:rPr>
          <w:sz w:val="14"/>
        </w:rPr>
        <w:t xml:space="preserve"> 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p w:rsidR="00562DC4" w:rsidRPr="0010569D" w:rsidRDefault="00562DC4" w:rsidP="0010569D">
      <w:pPr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</w:p>
    <w:p w:rsidR="0010569D" w:rsidRDefault="0010569D" w:rsidP="007D11DD">
      <w:pPr>
        <w:pStyle w:val="Bezodstpw"/>
        <w:rPr>
          <w:b/>
          <w:noProof/>
          <w:lang w:eastAsia="pl-PL"/>
        </w:rPr>
      </w:pP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………………………………………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noProof/>
          <w:lang w:eastAsia="pl-PL"/>
        </w:rPr>
      </w:pPr>
      <w:r w:rsidRPr="007D11DD">
        <w:rPr>
          <w:noProof/>
          <w:lang w:eastAsia="pl-PL"/>
        </w:rPr>
        <w:t>……………………………………..</w:t>
      </w:r>
    </w:p>
    <w:p w:rsidR="007D11DD" w:rsidRPr="007D11DD" w:rsidRDefault="007D11DD" w:rsidP="007D11DD">
      <w:pPr>
        <w:pStyle w:val="Bezodstpw"/>
        <w:rPr>
          <w:b/>
          <w:noProof/>
          <w:sz w:val="12"/>
          <w:szCs w:val="12"/>
          <w:lang w:eastAsia="pl-PL"/>
        </w:rPr>
      </w:pPr>
      <w:r w:rsidRPr="007D11DD">
        <w:rPr>
          <w:noProof/>
          <w:sz w:val="12"/>
          <w:szCs w:val="12"/>
          <w:lang w:eastAsia="pl-PL"/>
        </w:rPr>
        <w:t xml:space="preserve">Dane </w:t>
      </w:r>
      <w:r w:rsidR="00252CC3">
        <w:rPr>
          <w:noProof/>
          <w:sz w:val="12"/>
          <w:szCs w:val="12"/>
          <w:lang w:eastAsia="pl-PL"/>
        </w:rPr>
        <w:t>Wykonawcy</w:t>
      </w:r>
      <w:r w:rsidRPr="007D11DD">
        <w:rPr>
          <w:noProof/>
          <w:sz w:val="12"/>
          <w:szCs w:val="12"/>
          <w:lang w:eastAsia="pl-PL"/>
        </w:rPr>
        <w:t xml:space="preserve"> Upoważniającego (pieczątka Firmowa)</w:t>
      </w:r>
    </w:p>
    <w:p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:rsidR="007D11DD" w:rsidRDefault="007D11DD" w:rsidP="0010569D">
      <w:pPr>
        <w:pStyle w:val="Bezodstpw"/>
        <w:jc w:val="right"/>
        <w:rPr>
          <w:b/>
          <w:noProof/>
          <w:lang w:eastAsia="pl-PL"/>
        </w:rPr>
      </w:pPr>
    </w:p>
    <w:p w:rsidR="0010569D" w:rsidRDefault="0010569D" w:rsidP="0010569D">
      <w:pPr>
        <w:pStyle w:val="Bezodstpw"/>
        <w:jc w:val="right"/>
        <w:rPr>
          <w:b/>
          <w:noProof/>
          <w:lang w:eastAsia="pl-PL"/>
        </w:rPr>
      </w:pPr>
    </w:p>
    <w:p w:rsidR="002569F0" w:rsidRDefault="002971DF" w:rsidP="002971DF">
      <w:pPr>
        <w:pStyle w:val="Bezodstpw"/>
        <w:jc w:val="center"/>
      </w:pPr>
      <w:r>
        <w:t>Upoważnienie do odbioru materiału</w:t>
      </w:r>
      <w:r w:rsidR="002569F0">
        <w:t xml:space="preserve"> </w:t>
      </w:r>
    </w:p>
    <w:p w:rsidR="00DB40F9" w:rsidRDefault="002569F0" w:rsidP="002971DF">
      <w:pPr>
        <w:pStyle w:val="Bezodstpw"/>
        <w:jc w:val="center"/>
        <w:rPr>
          <w:b/>
          <w:noProof/>
          <w:lang w:eastAsia="pl-PL"/>
        </w:rPr>
      </w:pPr>
      <w:r w:rsidRPr="002569F0">
        <w:rPr>
          <w:highlight w:val="yellow"/>
        </w:rPr>
        <w:t>do umowy nr. ………………</w:t>
      </w:r>
      <w:r>
        <w:t xml:space="preserve"> </w:t>
      </w:r>
    </w:p>
    <w:p w:rsidR="00DB40F9" w:rsidRPr="00272C5B" w:rsidRDefault="00DB40F9" w:rsidP="0010569D">
      <w:pPr>
        <w:pStyle w:val="Bezodstpw"/>
        <w:jc w:val="right"/>
        <w:rPr>
          <w:noProof/>
          <w:lang w:eastAsia="pl-PL"/>
        </w:rPr>
      </w:pPr>
    </w:p>
    <w:p w:rsidR="007D11DD" w:rsidRDefault="007D11DD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  <w:r>
        <w:t xml:space="preserve">Upoważniam Panią/Pana ……….………………………………………………………, </w:t>
      </w:r>
      <w:r w:rsidR="00C20752">
        <w:t>będącego pracownikiem Firmy…………………………………………..</w:t>
      </w:r>
      <w:r>
        <w:t>legitymującą/-ym się dowodem osobistym</w:t>
      </w:r>
      <w:r w:rsidR="005A6FDB">
        <w:t xml:space="preserve"> (seria numer) …………………..</w:t>
      </w:r>
      <w:r>
        <w:t>do</w:t>
      </w:r>
      <w:r w:rsidR="005A6FDB">
        <w:t xml:space="preserve"> od</w:t>
      </w:r>
      <w:r>
        <w:t>bioru</w:t>
      </w:r>
      <w:r w:rsidR="00C20752">
        <w:t>:</w:t>
      </w:r>
      <w:r w:rsidR="005A6FDB">
        <w:t xml:space="preserve"> …...……………………………………………………………………………………………………………………………….</w:t>
      </w:r>
      <w:r>
        <w:t xml:space="preserve">… </w:t>
      </w:r>
      <w:r w:rsidR="005A6FDB">
        <w:t xml:space="preserve">…...………………………………………………………………………………………………………………………………………….… </w:t>
      </w:r>
      <w:r>
        <w:t>(wymienić rodzaj odbieranego materiału,</w:t>
      </w:r>
      <w:r w:rsidR="005A6FDB">
        <w:t xml:space="preserve"> </w:t>
      </w:r>
      <w:r>
        <w:t>ilość</w:t>
      </w:r>
      <w:r w:rsidR="005A6FDB">
        <w:t xml:space="preserve">, </w:t>
      </w:r>
      <w:r>
        <w:t>itp.)</w:t>
      </w:r>
    </w:p>
    <w:p w:rsidR="005A6FDB" w:rsidRDefault="005A6FDB" w:rsidP="005A6FDB">
      <w:pPr>
        <w:tabs>
          <w:tab w:val="left" w:pos="851"/>
          <w:tab w:val="left" w:pos="5245"/>
          <w:tab w:val="left" w:pos="7655"/>
        </w:tabs>
        <w:spacing w:before="40" w:after="40"/>
        <w:ind w:firstLine="454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7D11DD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C20752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both"/>
      </w:pPr>
    </w:p>
    <w:p w:rsidR="007D11DD" w:rsidRDefault="00C20752" w:rsidP="007D11DD">
      <w:pPr>
        <w:tabs>
          <w:tab w:val="left" w:pos="851"/>
          <w:tab w:val="left" w:pos="5245"/>
          <w:tab w:val="left" w:pos="7655"/>
        </w:tabs>
        <w:spacing w:before="40" w:after="40"/>
        <w:ind w:firstLine="454"/>
        <w:jc w:val="right"/>
      </w:pPr>
      <w:r>
        <w:t>…………</w:t>
      </w:r>
      <w:r w:rsidR="007D11DD">
        <w:t>….………………………………………</w:t>
      </w:r>
    </w:p>
    <w:p w:rsidR="0010569D" w:rsidRPr="007D11DD" w:rsidRDefault="007D11DD" w:rsidP="007D11DD">
      <w:pPr>
        <w:pStyle w:val="Bezodstpw"/>
        <w:rPr>
          <w:noProof/>
          <w:sz w:val="12"/>
          <w:szCs w:val="12"/>
          <w:lang w:eastAsia="pl-PL"/>
        </w:rPr>
      </w:pPr>
      <w:r>
        <w:rPr>
          <w:noProof/>
          <w:sz w:val="12"/>
          <w:szCs w:val="12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C20752">
        <w:rPr>
          <w:noProof/>
          <w:sz w:val="12"/>
          <w:szCs w:val="12"/>
          <w:lang w:eastAsia="pl-PL"/>
        </w:rPr>
        <w:t xml:space="preserve">               (data </w:t>
      </w:r>
      <w:r w:rsidR="00C20752" w:rsidRPr="00C20752">
        <w:rPr>
          <w:noProof/>
          <w:sz w:val="12"/>
          <w:szCs w:val="12"/>
          <w:lang w:eastAsia="pl-PL"/>
        </w:rPr>
        <w:t>Podpis i pieczęć osoby upoważnionej do reprezentowania firmy</w:t>
      </w:r>
      <w:r w:rsidRPr="007D11DD">
        <w:rPr>
          <w:noProof/>
          <w:sz w:val="12"/>
          <w:szCs w:val="12"/>
          <w:lang w:eastAsia="pl-PL"/>
        </w:rPr>
        <w:t>)</w:t>
      </w:r>
    </w:p>
    <w:p w:rsidR="0010569D" w:rsidRPr="00714B3B" w:rsidRDefault="0010569D" w:rsidP="0010569D">
      <w:pPr>
        <w:tabs>
          <w:tab w:val="left" w:pos="851"/>
          <w:tab w:val="left" w:pos="5245"/>
          <w:tab w:val="left" w:pos="7655"/>
        </w:tabs>
        <w:ind w:left="-284" w:firstLine="454"/>
        <w:jc w:val="both"/>
        <w:rPr>
          <w:rFonts w:cs="Arial"/>
          <w:i/>
          <w:iCs/>
        </w:rPr>
      </w:pPr>
    </w:p>
    <w:p w:rsidR="0010569D" w:rsidRDefault="0010569D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015635" w:rsidRPr="00714B3B" w:rsidRDefault="00015635" w:rsidP="0010569D">
      <w:pPr>
        <w:tabs>
          <w:tab w:val="left" w:pos="851"/>
          <w:tab w:val="left" w:pos="5245"/>
          <w:tab w:val="left" w:pos="7655"/>
        </w:tabs>
        <w:ind w:firstLine="454"/>
        <w:jc w:val="both"/>
        <w:rPr>
          <w:rFonts w:cs="Arial"/>
          <w:i/>
          <w:iCs/>
        </w:rPr>
      </w:pPr>
    </w:p>
    <w:p w:rsidR="00DB40F9" w:rsidRDefault="00DB40F9">
      <w:pPr>
        <w:contextualSpacing/>
        <w:jc w:val="both"/>
        <w:rPr>
          <w:rFonts w:cs="Arial"/>
          <w:szCs w:val="18"/>
          <w:vertAlign w:val="superscript"/>
        </w:rPr>
      </w:pPr>
      <w:r>
        <w:rPr>
          <w:rFonts w:cs="Arial"/>
          <w:szCs w:val="18"/>
          <w:vertAlign w:val="superscript"/>
        </w:rPr>
        <w:t xml:space="preserve">* </w:t>
      </w:r>
      <w:r w:rsidR="00CC1226">
        <w:rPr>
          <w:rFonts w:cs="Arial"/>
          <w:szCs w:val="18"/>
          <w:vertAlign w:val="superscript"/>
        </w:rPr>
        <w:t>niepotrzebne skreślić</w:t>
      </w:r>
      <w:r>
        <w:rPr>
          <w:rFonts w:cs="Arial"/>
          <w:szCs w:val="18"/>
          <w:vertAlign w:val="superscript"/>
        </w:rPr>
        <w:t xml:space="preserve"> </w:t>
      </w: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>
      <w:pPr>
        <w:contextualSpacing/>
        <w:jc w:val="both"/>
        <w:rPr>
          <w:rFonts w:cs="Arial"/>
          <w:szCs w:val="18"/>
          <w:vertAlign w:val="superscript"/>
        </w:rPr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</w:pP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jc w:val="right"/>
        <w:rPr>
          <w:rFonts w:asciiTheme="minorHAnsi" w:eastAsiaTheme="minorHAnsi" w:hAnsiTheme="minorHAnsi" w:cstheme="minorBidi"/>
          <w:noProof/>
          <w:sz w:val="22"/>
          <w:szCs w:val="22"/>
        </w:rPr>
      </w:pPr>
      <w:r w:rsidRPr="00562DC4">
        <w:t>……………………………………………</w:t>
      </w:r>
    </w:p>
    <w:p w:rsidR="00562DC4" w:rsidRDefault="00562DC4" w:rsidP="00562DC4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</w:pBdr>
        <w:tabs>
          <w:tab w:val="left" w:pos="851"/>
          <w:tab w:val="left" w:pos="5245"/>
          <w:tab w:val="left" w:pos="7655"/>
        </w:tabs>
        <w:spacing w:after="40"/>
        <w:ind w:left="939"/>
        <w:jc w:val="right"/>
      </w:pPr>
      <w:r w:rsidRPr="00C36C42">
        <w:rPr>
          <w:i/>
          <w:sz w:val="14"/>
        </w:rPr>
        <w:lastRenderedPageBreak/>
        <w:t>(</w:t>
      </w:r>
      <w:r>
        <w:rPr>
          <w:i/>
          <w:sz w:val="14"/>
        </w:rPr>
        <w:t>miejscowość, data</w:t>
      </w:r>
      <w:r w:rsidRPr="00C36C42">
        <w:rPr>
          <w:sz w:val="14"/>
        </w:rPr>
        <w:t>)</w:t>
      </w:r>
      <w:r w:rsidRPr="00C36C42">
        <w:rPr>
          <w:i/>
          <w:sz w:val="14"/>
        </w:rPr>
        <w:t xml:space="preserve">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</w:t>
      </w:r>
      <w:r>
        <w:rPr>
          <w:i/>
          <w:sz w:val="14"/>
        </w:rPr>
        <w:t xml:space="preserve"> </w:t>
      </w:r>
      <w:r w:rsidRPr="00C36C42">
        <w:rPr>
          <w:i/>
          <w:sz w:val="14"/>
        </w:rPr>
        <w:t xml:space="preserve">                                </w:t>
      </w:r>
    </w:p>
    <w:sectPr w:rsidR="00562DC4" w:rsidSect="00D5186E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282" w:rsidRDefault="00344282" w:rsidP="00BD627E">
      <w:r>
        <w:separator/>
      </w:r>
    </w:p>
    <w:p w:rsidR="00344282" w:rsidRDefault="00344282"/>
  </w:endnote>
  <w:endnote w:type="continuationSeparator" w:id="0">
    <w:p w:rsidR="00344282" w:rsidRDefault="00344282" w:rsidP="00BD627E">
      <w:r>
        <w:continuationSeparator/>
      </w:r>
    </w:p>
    <w:p w:rsidR="00344282" w:rsidRDefault="00344282"/>
  </w:endnote>
  <w:endnote w:type="continuationNotice" w:id="1">
    <w:p w:rsidR="00344282" w:rsidRDefault="00344282"/>
    <w:p w:rsidR="00344282" w:rsidRDefault="00344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C3D7C" w:rsidRDefault="00CC3D7C" w:rsidP="00635575">
            <w:pPr>
              <w:pStyle w:val="Stopka"/>
              <w:jc w:val="center"/>
            </w:pPr>
          </w:p>
          <w:p w:rsidR="00CC3D7C" w:rsidRDefault="00CC3D7C" w:rsidP="005C5223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20E65">
              <w:rPr>
                <w:rFonts w:cs="Arial"/>
                <w:b/>
                <w:bCs/>
                <w:noProof/>
                <w:sz w:val="16"/>
              </w:rPr>
              <w:t>2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D7C" w:rsidRDefault="00CC3D7C" w:rsidP="000D2B94">
    <w:pPr>
      <w:pStyle w:val="Stopka"/>
      <w:jc w:val="center"/>
    </w:pPr>
    <w:r w:rsidRPr="00762228">
      <w:rPr>
        <w:rFonts w:cs="Arial"/>
        <w:sz w:val="16"/>
      </w:rPr>
      <w:t xml:space="preserve">Strona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PAGE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1</w:t>
    </w:r>
    <w:r w:rsidRPr="00762228">
      <w:rPr>
        <w:rFonts w:cs="Arial"/>
        <w:b/>
        <w:bCs/>
        <w:sz w:val="16"/>
      </w:rPr>
      <w:fldChar w:fldCharType="end"/>
    </w:r>
    <w:r w:rsidRPr="00762228">
      <w:rPr>
        <w:rFonts w:cs="Arial"/>
        <w:sz w:val="16"/>
      </w:rPr>
      <w:t xml:space="preserve"> z </w:t>
    </w:r>
    <w:r w:rsidRPr="00762228">
      <w:rPr>
        <w:rFonts w:cs="Arial"/>
        <w:b/>
        <w:bCs/>
        <w:sz w:val="16"/>
      </w:rPr>
      <w:fldChar w:fldCharType="begin"/>
    </w:r>
    <w:r w:rsidRPr="00762228">
      <w:rPr>
        <w:rFonts w:cs="Arial"/>
        <w:b/>
        <w:bCs/>
        <w:sz w:val="16"/>
      </w:rPr>
      <w:instrText>NUMPAGES</w:instrText>
    </w:r>
    <w:r w:rsidRPr="00762228">
      <w:rPr>
        <w:rFonts w:cs="Arial"/>
        <w:b/>
        <w:bCs/>
        <w:sz w:val="16"/>
      </w:rPr>
      <w:fldChar w:fldCharType="separate"/>
    </w:r>
    <w:r w:rsidR="0014777F">
      <w:rPr>
        <w:rFonts w:cs="Arial"/>
        <w:b/>
        <w:bCs/>
        <w:noProof/>
        <w:sz w:val="16"/>
      </w:rPr>
      <w:t>2</w:t>
    </w:r>
    <w:r w:rsidRPr="00762228">
      <w:rPr>
        <w:rFonts w:cs="Arial"/>
        <w:b/>
        <w:bCs/>
        <w:sz w:val="16"/>
      </w:rPr>
      <w:fldChar w:fldCharType="end"/>
    </w:r>
  </w:p>
  <w:p w:rsidR="00CC3D7C" w:rsidRDefault="00CC3D7C" w:rsidP="00C6450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282" w:rsidRDefault="00344282" w:rsidP="00BD627E">
      <w:r>
        <w:separator/>
      </w:r>
    </w:p>
    <w:p w:rsidR="00344282" w:rsidRDefault="00344282"/>
  </w:footnote>
  <w:footnote w:type="continuationSeparator" w:id="0">
    <w:p w:rsidR="00344282" w:rsidRDefault="00344282" w:rsidP="00BD627E">
      <w:r>
        <w:continuationSeparator/>
      </w:r>
    </w:p>
    <w:p w:rsidR="00344282" w:rsidRDefault="00344282"/>
  </w:footnote>
  <w:footnote w:type="continuationNotice" w:id="1">
    <w:p w:rsidR="00344282" w:rsidRDefault="00344282"/>
    <w:p w:rsidR="00344282" w:rsidRDefault="003442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1DF" w:rsidRDefault="00272ED0" w:rsidP="002971DF">
    <w:pPr>
      <w:pStyle w:val="Nagwek"/>
      <w:ind w:left="4678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57728" behindDoc="0" locked="0" layoutInCell="1" allowOverlap="1" wp14:anchorId="402C2F64" wp14:editId="3276CF7E">
          <wp:simplePos x="0" y="0"/>
          <wp:positionH relativeFrom="column">
            <wp:posOffset>-113030</wp:posOffset>
          </wp:positionH>
          <wp:positionV relativeFrom="paragraph">
            <wp:posOffset>-265430</wp:posOffset>
          </wp:positionV>
          <wp:extent cx="885140" cy="433168"/>
          <wp:effectExtent l="0" t="0" r="0" b="5080"/>
          <wp:wrapNone/>
          <wp:docPr id="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5140" cy="4331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7A80">
      <w:rPr>
        <w:rFonts w:cs="Arial"/>
        <w:sz w:val="14"/>
        <w:szCs w:val="14"/>
      </w:rPr>
      <w:t xml:space="preserve">Załącznik nr 1 </w:t>
    </w:r>
    <w:r w:rsidR="002971DF">
      <w:rPr>
        <w:rFonts w:cs="Arial"/>
        <w:sz w:val="14"/>
        <w:szCs w:val="14"/>
      </w:rPr>
      <w:t>do u</w:t>
    </w:r>
    <w:r w:rsidR="004C7A80">
      <w:rPr>
        <w:rFonts w:cs="Arial"/>
        <w:sz w:val="14"/>
        <w:szCs w:val="14"/>
      </w:rPr>
      <w:t xml:space="preserve">mowy </w:t>
    </w:r>
  </w:p>
  <w:p w:rsidR="00272ED0" w:rsidRDefault="004C7A80" w:rsidP="002971DF">
    <w:pPr>
      <w:pStyle w:val="Nagwek"/>
      <w:ind w:left="4678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>Upoważnienie do odbioru</w:t>
    </w:r>
    <w:r w:rsidR="002971DF">
      <w:rPr>
        <w:rFonts w:cs="Arial"/>
        <w:sz w:val="14"/>
        <w:szCs w:val="14"/>
      </w:rPr>
      <w:t xml:space="preserve"> materiału</w:t>
    </w:r>
  </w:p>
  <w:p w:rsidR="00CC3D7C" w:rsidRDefault="00CC3D7C" w:rsidP="00D5186E">
    <w:pPr>
      <w:pStyle w:val="Nagwek"/>
      <w:tabs>
        <w:tab w:val="clear" w:pos="4536"/>
        <w:tab w:val="clear" w:pos="9072"/>
        <w:tab w:val="right" w:pos="9923"/>
      </w:tabs>
      <w:ind w:right="-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1AC" w:rsidRPr="00DF01AC" w:rsidRDefault="004732A4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B620F3">
      <w:rPr>
        <w:noProof/>
        <w:sz w:val="14"/>
        <w:szCs w:val="14"/>
      </w:rPr>
      <w:drawing>
        <wp:anchor distT="0" distB="0" distL="114300" distR="114300" simplePos="0" relativeHeight="251663360" behindDoc="0" locked="0" layoutInCell="1" allowOverlap="1" wp14:anchorId="265632CB" wp14:editId="170E3166">
          <wp:simplePos x="0" y="0"/>
          <wp:positionH relativeFrom="column">
            <wp:posOffset>-100330</wp:posOffset>
          </wp:positionH>
          <wp:positionV relativeFrom="paragraph">
            <wp:posOffset>-90009</wp:posOffset>
          </wp:positionV>
          <wp:extent cx="807085" cy="394970"/>
          <wp:effectExtent l="0" t="0" r="0" b="5080"/>
          <wp:wrapNone/>
          <wp:docPr id="4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08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DC4" w:rsidRPr="00562DC4">
      <w:rPr>
        <w:rFonts w:cs="Arial"/>
        <w:sz w:val="14"/>
        <w:szCs w:val="14"/>
      </w:rPr>
      <w:t>Upoważnienie do realizacji Zadania audytowego / Postępowania wyjaśniającego</w:t>
    </w:r>
    <w:r w:rsidR="00562DC4">
      <w:rPr>
        <w:rFonts w:cs="Arial"/>
        <w:sz w:val="14"/>
        <w:szCs w:val="14"/>
      </w:rPr>
      <w:t xml:space="preserve"> </w:t>
    </w:r>
  </w:p>
  <w:p w:rsidR="00DF01AC" w:rsidRPr="00DF01AC" w:rsidRDefault="001D23AE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>
      <w:rPr>
        <w:rFonts w:cs="Arial"/>
        <w:sz w:val="14"/>
        <w:szCs w:val="14"/>
      </w:rPr>
      <w:t xml:space="preserve">Zał. </w:t>
    </w:r>
    <w:r w:rsidR="00562DC4">
      <w:rPr>
        <w:rFonts w:cs="Arial"/>
        <w:sz w:val="14"/>
        <w:szCs w:val="14"/>
      </w:rPr>
      <w:t>4</w:t>
    </w:r>
    <w:r w:rsidR="00DF01AC" w:rsidRPr="00DF01AC">
      <w:rPr>
        <w:rFonts w:cs="Arial"/>
        <w:sz w:val="14"/>
        <w:szCs w:val="14"/>
      </w:rPr>
      <w:t xml:space="preserve"> do REGL 00081 / F Regulaminu Audytu </w:t>
    </w:r>
  </w:p>
  <w:p w:rsidR="00F76713" w:rsidRPr="00DF01AC" w:rsidRDefault="00DF01AC" w:rsidP="00DF01AC">
    <w:pPr>
      <w:pStyle w:val="Nagwek"/>
      <w:tabs>
        <w:tab w:val="clear" w:pos="4536"/>
        <w:tab w:val="clear" w:pos="9072"/>
        <w:tab w:val="right" w:pos="9923"/>
      </w:tabs>
      <w:ind w:left="4395" w:right="-1"/>
      <w:jc w:val="right"/>
      <w:rPr>
        <w:rFonts w:cs="Arial"/>
        <w:sz w:val="14"/>
        <w:szCs w:val="14"/>
      </w:rPr>
    </w:pPr>
    <w:r w:rsidRPr="00DF01AC"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1E38B99" wp14:editId="0AB6B875">
              <wp:simplePos x="0" y="0"/>
              <wp:positionH relativeFrom="page">
                <wp:posOffset>471768</wp:posOffset>
              </wp:positionH>
              <wp:positionV relativeFrom="paragraph">
                <wp:posOffset>136982</wp:posOffset>
              </wp:positionV>
              <wp:extent cx="6573520" cy="0"/>
              <wp:effectExtent l="0" t="0" r="36830" b="19050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4B4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7.15pt;margin-top:10.8pt;width:517.6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FObIQ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" strokecolor="#ef7f00">
              <w10:wrap anchorx="page"/>
            </v:shape>
          </w:pict>
        </mc:Fallback>
      </mc:AlternateContent>
    </w:r>
    <w:r w:rsidRPr="00DF01AC">
      <w:rPr>
        <w:rFonts w:cs="Arial"/>
        <w:sz w:val="14"/>
        <w:szCs w:val="14"/>
      </w:rPr>
      <w:t>w Grupie Kapitałowej PGE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897"/>
    <w:multiLevelType w:val="multilevel"/>
    <w:tmpl w:val="9CCCBE52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070330B6"/>
    <w:multiLevelType w:val="multilevel"/>
    <w:tmpl w:val="BFB641AC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99D100B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09ED046C"/>
    <w:multiLevelType w:val="multilevel"/>
    <w:tmpl w:val="9BEC54B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0CD7367C"/>
    <w:multiLevelType w:val="multilevel"/>
    <w:tmpl w:val="5F8883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10011D68"/>
    <w:multiLevelType w:val="multilevel"/>
    <w:tmpl w:val="C250066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10F52A77"/>
    <w:multiLevelType w:val="multilevel"/>
    <w:tmpl w:val="81AABDF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C372E0E"/>
    <w:multiLevelType w:val="multilevel"/>
    <w:tmpl w:val="1C0084B8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8" w15:restartNumberingAfterBreak="0">
    <w:nsid w:val="1D810EB8"/>
    <w:multiLevelType w:val="multilevel"/>
    <w:tmpl w:val="BA46AC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205818DC"/>
    <w:multiLevelType w:val="multilevel"/>
    <w:tmpl w:val="C292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4051493"/>
    <w:multiLevelType w:val="hybridMultilevel"/>
    <w:tmpl w:val="190064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1">
    <w:nsid w:val="254D34F8"/>
    <w:multiLevelType w:val="multilevel"/>
    <w:tmpl w:val="F1A6F14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2E4A7E0E"/>
    <w:multiLevelType w:val="hybridMultilevel"/>
    <w:tmpl w:val="62A4A27A"/>
    <w:lvl w:ilvl="0" w:tplc="8D5808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8C7A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BCD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A0E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EB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A4C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C88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B03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78E0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4887E9F"/>
    <w:multiLevelType w:val="multilevel"/>
    <w:tmpl w:val="253A9C80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34D870DF"/>
    <w:multiLevelType w:val="hybridMultilevel"/>
    <w:tmpl w:val="F3DCC018"/>
    <w:lvl w:ilvl="0" w:tplc="E3BE7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78A3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48C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B62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8D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02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DA3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2CE0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267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5832265"/>
    <w:multiLevelType w:val="hybridMultilevel"/>
    <w:tmpl w:val="81F06010"/>
    <w:lvl w:ilvl="0" w:tplc="9AE26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96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6EC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4A0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84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72F7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E00F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009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30F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BE40DE"/>
    <w:multiLevelType w:val="hybridMultilevel"/>
    <w:tmpl w:val="81C013CC"/>
    <w:lvl w:ilvl="0" w:tplc="C4F6B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32B0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A01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3C4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C2D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E45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B08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C64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F2E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C513D7E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19" w15:restartNumberingAfterBreak="0">
    <w:nsid w:val="3F7D4C9C"/>
    <w:multiLevelType w:val="hybridMultilevel"/>
    <w:tmpl w:val="5E148A24"/>
    <w:lvl w:ilvl="0" w:tplc="112653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E408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7AD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90C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868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406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20C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C808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88E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2F1648C"/>
    <w:multiLevelType w:val="multilevel"/>
    <w:tmpl w:val="A558BCF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1" w15:restartNumberingAfterBreak="0">
    <w:nsid w:val="46D51091"/>
    <w:multiLevelType w:val="multilevel"/>
    <w:tmpl w:val="4216C5A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4A9033AA"/>
    <w:multiLevelType w:val="multilevel"/>
    <w:tmpl w:val="70B8BB2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3" w15:restartNumberingAfterBreak="0">
    <w:nsid w:val="4B4C5C4E"/>
    <w:multiLevelType w:val="multilevel"/>
    <w:tmpl w:val="A778220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4" w15:restartNumberingAfterBreak="0">
    <w:nsid w:val="4B607213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5" w15:restartNumberingAfterBreak="0">
    <w:nsid w:val="4EF1388F"/>
    <w:multiLevelType w:val="multilevel"/>
    <w:tmpl w:val="2B1AEAB0"/>
    <w:lvl w:ilvl="0">
      <w:start w:val="1"/>
      <w:numFmt w:val="upperRoman"/>
      <w:lvlText w:val="%1"/>
      <w:lvlJc w:val="left"/>
      <w:pPr>
        <w:ind w:left="357" w:hanging="357"/>
      </w:pPr>
      <w:rPr>
        <w:rFonts w:ascii="Arial" w:hAnsi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hint="default"/>
        <w:b w:val="0"/>
        <w:i w:val="0"/>
        <w:sz w:val="18"/>
      </w:rPr>
    </w:lvl>
    <w:lvl w:ilvl="3">
      <w:start w:val="1"/>
      <w:numFmt w:val="lowerLetter"/>
      <w:lvlText w:val="%4.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18" w:hanging="227"/>
      </w:pPr>
      <w:rPr>
        <w:rFonts w:ascii="Arial" w:hAnsi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6" w15:restartNumberingAfterBreak="0">
    <w:nsid w:val="535C3B75"/>
    <w:multiLevelType w:val="hybridMultilevel"/>
    <w:tmpl w:val="9F34F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B5860"/>
    <w:multiLevelType w:val="multilevel"/>
    <w:tmpl w:val="43160F32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8" w15:restartNumberingAfterBreak="0">
    <w:nsid w:val="568F7C27"/>
    <w:multiLevelType w:val="multilevel"/>
    <w:tmpl w:val="C3484A7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29" w15:restartNumberingAfterBreak="0">
    <w:nsid w:val="58516617"/>
    <w:multiLevelType w:val="hybridMultilevel"/>
    <w:tmpl w:val="88360C0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4F7CA3"/>
    <w:multiLevelType w:val="hybridMultilevel"/>
    <w:tmpl w:val="884C2F66"/>
    <w:lvl w:ilvl="0" w:tplc="B5726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A4A2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B43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D47F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08C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46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24E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0EB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F84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DCF26C7"/>
    <w:multiLevelType w:val="multilevel"/>
    <w:tmpl w:val="CAA4B1E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2" w15:restartNumberingAfterBreak="0">
    <w:nsid w:val="66453667"/>
    <w:multiLevelType w:val="hybridMultilevel"/>
    <w:tmpl w:val="7E723C42"/>
    <w:lvl w:ilvl="0" w:tplc="3126F8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74F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1E0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4D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89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B45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06BD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42F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807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664513E"/>
    <w:multiLevelType w:val="multilevel"/>
    <w:tmpl w:val="02549EC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9CD19FF"/>
    <w:multiLevelType w:val="hybridMultilevel"/>
    <w:tmpl w:val="6628A2BE"/>
    <w:lvl w:ilvl="0" w:tplc="BC988D42">
      <w:start w:val="1"/>
      <w:numFmt w:val="lowerLetter"/>
      <w:lvlText w:val="%1."/>
      <w:lvlJc w:val="left"/>
      <w:pPr>
        <w:ind w:left="1428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191FD5"/>
    <w:multiLevelType w:val="multilevel"/>
    <w:tmpl w:val="26807CE4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36" w15:restartNumberingAfterBreak="0">
    <w:nsid w:val="71383622"/>
    <w:multiLevelType w:val="multilevel"/>
    <w:tmpl w:val="D5861264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7" w15:restartNumberingAfterBreak="0">
    <w:nsid w:val="7345641F"/>
    <w:multiLevelType w:val="multilevel"/>
    <w:tmpl w:val="58A8B10C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  <w:color w:val="000000" w:themeColor="text1"/>
        <w:sz w:val="18"/>
        <w:szCs w:val="18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46B09BD"/>
    <w:multiLevelType w:val="hybridMultilevel"/>
    <w:tmpl w:val="8BB657CA"/>
    <w:lvl w:ilvl="0" w:tplc="4A727A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28DF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A43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588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8CC6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E7B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F4E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BEAA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841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4F80CDC"/>
    <w:multiLevelType w:val="hybridMultilevel"/>
    <w:tmpl w:val="1A64B5EE"/>
    <w:lvl w:ilvl="0" w:tplc="104A5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48C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D86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ECA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EEB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CC7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EB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741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12D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0"/>
  </w:num>
  <w:num w:numId="2">
    <w:abstractNumId w:val="13"/>
  </w:num>
  <w:num w:numId="3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4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auto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7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9">
    <w:abstractNumId w:val="14"/>
  </w:num>
  <w:num w:numId="10">
    <w:abstractNumId w:val="35"/>
  </w:num>
  <w:num w:numId="11">
    <w:abstractNumId w:val="37"/>
  </w:num>
  <w:num w:numId="12">
    <w:abstractNumId w:val="39"/>
  </w:num>
  <w:num w:numId="13">
    <w:abstractNumId w:val="19"/>
  </w:num>
  <w:num w:numId="14">
    <w:abstractNumId w:val="15"/>
  </w:num>
  <w:num w:numId="15">
    <w:abstractNumId w:val="30"/>
  </w:num>
  <w:num w:numId="16">
    <w:abstractNumId w:val="16"/>
  </w:num>
  <w:num w:numId="17">
    <w:abstractNumId w:val="17"/>
  </w:num>
  <w:num w:numId="18">
    <w:abstractNumId w:val="12"/>
  </w:num>
  <w:num w:numId="19">
    <w:abstractNumId w:val="21"/>
  </w:num>
  <w:num w:numId="20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46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1">
    <w:abstractNumId w:val="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2">
    <w:abstractNumId w:val="29"/>
    <w:lvlOverride w:ilvl="0">
      <w:lvl w:ilvl="0" w:tplc="04150019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 w:tplc="04150019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 w:tplc="0415001B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3">
    <w:abstractNumId w:val="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hint="default"/>
          <w:b w:val="0"/>
          <w:i w:val="0"/>
          <w:color w:val="000000" w:themeColor="text1"/>
          <w:sz w:val="18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24">
    <w:abstractNumId w:val="34"/>
  </w:num>
  <w:num w:numId="25">
    <w:abstractNumId w:val="25"/>
  </w:num>
  <w:num w:numId="26">
    <w:abstractNumId w:val="9"/>
  </w:num>
  <w:num w:numId="27">
    <w:abstractNumId w:val="29"/>
  </w:num>
  <w:num w:numId="28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29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0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1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2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3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94" w:hanging="43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4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5">
    <w:abstractNumId w:val="37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6">
    <w:abstractNumId w:val="1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7">
    <w:abstractNumId w:val="28"/>
  </w:num>
  <w:num w:numId="38">
    <w:abstractNumId w:val="24"/>
  </w:num>
  <w:num w:numId="39">
    <w:abstractNumId w:val="31"/>
  </w:num>
  <w:num w:numId="40">
    <w:abstractNumId w:val="18"/>
  </w:num>
  <w:num w:numId="41">
    <w:abstractNumId w:val="38"/>
  </w:num>
  <w:num w:numId="42">
    <w:abstractNumId w:val="26"/>
  </w:num>
  <w:num w:numId="43">
    <w:abstractNumId w:val="7"/>
  </w:num>
  <w:num w:numId="44">
    <w:abstractNumId w:val="2"/>
  </w:num>
  <w:num w:numId="45">
    <w:abstractNumId w:val="27"/>
  </w:num>
  <w:num w:numId="46">
    <w:abstractNumId w:val="23"/>
  </w:num>
  <w:num w:numId="47">
    <w:abstractNumId w:val="33"/>
  </w:num>
  <w:num w:numId="48">
    <w:abstractNumId w:val="6"/>
  </w:num>
  <w:num w:numId="49">
    <w:abstractNumId w:val="22"/>
  </w:num>
  <w:num w:numId="50">
    <w:abstractNumId w:val="5"/>
  </w:num>
  <w:num w:numId="51">
    <w:abstractNumId w:val="3"/>
  </w:num>
  <w:num w:numId="52">
    <w:abstractNumId w:val="8"/>
  </w:num>
  <w:num w:numId="53">
    <w:abstractNumId w:val="36"/>
  </w:num>
  <w:num w:numId="54">
    <w:abstractNumId w:val="32"/>
  </w:num>
  <w:num w:numId="55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57">
    <w:abstractNumId w:val="20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8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55F"/>
    <w:rsid w:val="000058D3"/>
    <w:rsid w:val="0000764F"/>
    <w:rsid w:val="000079EA"/>
    <w:rsid w:val="00012410"/>
    <w:rsid w:val="00015635"/>
    <w:rsid w:val="00021392"/>
    <w:rsid w:val="000235F6"/>
    <w:rsid w:val="000243C0"/>
    <w:rsid w:val="00026810"/>
    <w:rsid w:val="00026D9A"/>
    <w:rsid w:val="0003141C"/>
    <w:rsid w:val="00032451"/>
    <w:rsid w:val="000331A8"/>
    <w:rsid w:val="0003477A"/>
    <w:rsid w:val="000407E6"/>
    <w:rsid w:val="00040E4D"/>
    <w:rsid w:val="00040F97"/>
    <w:rsid w:val="0004246E"/>
    <w:rsid w:val="000478CC"/>
    <w:rsid w:val="00050ED7"/>
    <w:rsid w:val="00051290"/>
    <w:rsid w:val="00051B9D"/>
    <w:rsid w:val="00052674"/>
    <w:rsid w:val="00053167"/>
    <w:rsid w:val="00054A8F"/>
    <w:rsid w:val="00055BD9"/>
    <w:rsid w:val="00056157"/>
    <w:rsid w:val="00057683"/>
    <w:rsid w:val="00057D23"/>
    <w:rsid w:val="000615CC"/>
    <w:rsid w:val="00063803"/>
    <w:rsid w:val="00065919"/>
    <w:rsid w:val="0006776B"/>
    <w:rsid w:val="000707A5"/>
    <w:rsid w:val="0007434D"/>
    <w:rsid w:val="00074E94"/>
    <w:rsid w:val="000753C9"/>
    <w:rsid w:val="000760BB"/>
    <w:rsid w:val="0007681D"/>
    <w:rsid w:val="0007776F"/>
    <w:rsid w:val="00080C91"/>
    <w:rsid w:val="00084B97"/>
    <w:rsid w:val="00086115"/>
    <w:rsid w:val="000874F1"/>
    <w:rsid w:val="00090208"/>
    <w:rsid w:val="00090921"/>
    <w:rsid w:val="00090FC6"/>
    <w:rsid w:val="000914FD"/>
    <w:rsid w:val="00091732"/>
    <w:rsid w:val="00092CD3"/>
    <w:rsid w:val="000965A3"/>
    <w:rsid w:val="000971AB"/>
    <w:rsid w:val="000A1A02"/>
    <w:rsid w:val="000A2B91"/>
    <w:rsid w:val="000A4FF2"/>
    <w:rsid w:val="000A52CD"/>
    <w:rsid w:val="000A5ED7"/>
    <w:rsid w:val="000A7D29"/>
    <w:rsid w:val="000B2322"/>
    <w:rsid w:val="000B7759"/>
    <w:rsid w:val="000C099F"/>
    <w:rsid w:val="000C1970"/>
    <w:rsid w:val="000C3838"/>
    <w:rsid w:val="000C40F7"/>
    <w:rsid w:val="000C626D"/>
    <w:rsid w:val="000C6C53"/>
    <w:rsid w:val="000C74E2"/>
    <w:rsid w:val="000D1615"/>
    <w:rsid w:val="000D2B94"/>
    <w:rsid w:val="000D368C"/>
    <w:rsid w:val="000D4112"/>
    <w:rsid w:val="000E6284"/>
    <w:rsid w:val="000F0671"/>
    <w:rsid w:val="000F2FFD"/>
    <w:rsid w:val="000F4250"/>
    <w:rsid w:val="000F43FE"/>
    <w:rsid w:val="000F5F4D"/>
    <w:rsid w:val="000F779B"/>
    <w:rsid w:val="001002F8"/>
    <w:rsid w:val="00100563"/>
    <w:rsid w:val="00101E3B"/>
    <w:rsid w:val="00101EA8"/>
    <w:rsid w:val="0010569D"/>
    <w:rsid w:val="0010616F"/>
    <w:rsid w:val="00107DD3"/>
    <w:rsid w:val="00107E65"/>
    <w:rsid w:val="0011164C"/>
    <w:rsid w:val="00112F3C"/>
    <w:rsid w:val="0011352E"/>
    <w:rsid w:val="00116054"/>
    <w:rsid w:val="0011630C"/>
    <w:rsid w:val="00123136"/>
    <w:rsid w:val="00124E41"/>
    <w:rsid w:val="001254AB"/>
    <w:rsid w:val="00125B02"/>
    <w:rsid w:val="00132DAF"/>
    <w:rsid w:val="001331C0"/>
    <w:rsid w:val="001410C8"/>
    <w:rsid w:val="00141AAF"/>
    <w:rsid w:val="0014777F"/>
    <w:rsid w:val="001506B2"/>
    <w:rsid w:val="00153E1B"/>
    <w:rsid w:val="00155348"/>
    <w:rsid w:val="001575DB"/>
    <w:rsid w:val="00157918"/>
    <w:rsid w:val="0015795A"/>
    <w:rsid w:val="0016068E"/>
    <w:rsid w:val="00160852"/>
    <w:rsid w:val="00163A46"/>
    <w:rsid w:val="00163B52"/>
    <w:rsid w:val="00165E35"/>
    <w:rsid w:val="00174336"/>
    <w:rsid w:val="00180173"/>
    <w:rsid w:val="00180A8D"/>
    <w:rsid w:val="00180CDD"/>
    <w:rsid w:val="00183AC6"/>
    <w:rsid w:val="0018569D"/>
    <w:rsid w:val="00186CF4"/>
    <w:rsid w:val="00186F36"/>
    <w:rsid w:val="0019485E"/>
    <w:rsid w:val="00195866"/>
    <w:rsid w:val="00195D03"/>
    <w:rsid w:val="001A0632"/>
    <w:rsid w:val="001A14FA"/>
    <w:rsid w:val="001A37EA"/>
    <w:rsid w:val="001A66E6"/>
    <w:rsid w:val="001B05C5"/>
    <w:rsid w:val="001B2188"/>
    <w:rsid w:val="001B2252"/>
    <w:rsid w:val="001C18F8"/>
    <w:rsid w:val="001C1F4D"/>
    <w:rsid w:val="001C35EA"/>
    <w:rsid w:val="001C4434"/>
    <w:rsid w:val="001C54FB"/>
    <w:rsid w:val="001C7894"/>
    <w:rsid w:val="001C7C64"/>
    <w:rsid w:val="001D13FF"/>
    <w:rsid w:val="001D15D8"/>
    <w:rsid w:val="001D23AE"/>
    <w:rsid w:val="001D24DD"/>
    <w:rsid w:val="001D2638"/>
    <w:rsid w:val="001D3BC6"/>
    <w:rsid w:val="001D7A7B"/>
    <w:rsid w:val="001E156B"/>
    <w:rsid w:val="001E1E56"/>
    <w:rsid w:val="001E3808"/>
    <w:rsid w:val="001E5E1F"/>
    <w:rsid w:val="001E730D"/>
    <w:rsid w:val="001E7580"/>
    <w:rsid w:val="001F000E"/>
    <w:rsid w:val="001F1A41"/>
    <w:rsid w:val="001F29B5"/>
    <w:rsid w:val="001F29FE"/>
    <w:rsid w:val="001F30F4"/>
    <w:rsid w:val="001F357F"/>
    <w:rsid w:val="001F3A8B"/>
    <w:rsid w:val="001F4B1F"/>
    <w:rsid w:val="001F53A7"/>
    <w:rsid w:val="001F6303"/>
    <w:rsid w:val="0020462F"/>
    <w:rsid w:val="00206FC2"/>
    <w:rsid w:val="0021019C"/>
    <w:rsid w:val="00210A33"/>
    <w:rsid w:val="00211ED6"/>
    <w:rsid w:val="00212085"/>
    <w:rsid w:val="00216BB1"/>
    <w:rsid w:val="00222378"/>
    <w:rsid w:val="002268E6"/>
    <w:rsid w:val="00232149"/>
    <w:rsid w:val="00232168"/>
    <w:rsid w:val="002325C0"/>
    <w:rsid w:val="00233139"/>
    <w:rsid w:val="0023414F"/>
    <w:rsid w:val="002353B3"/>
    <w:rsid w:val="002374C0"/>
    <w:rsid w:val="00241A28"/>
    <w:rsid w:val="0024298C"/>
    <w:rsid w:val="00243167"/>
    <w:rsid w:val="00243D7F"/>
    <w:rsid w:val="00245068"/>
    <w:rsid w:val="00246EAB"/>
    <w:rsid w:val="002472D1"/>
    <w:rsid w:val="0025056F"/>
    <w:rsid w:val="00251D3D"/>
    <w:rsid w:val="00252CC3"/>
    <w:rsid w:val="002532C1"/>
    <w:rsid w:val="00254166"/>
    <w:rsid w:val="002554A0"/>
    <w:rsid w:val="0025666F"/>
    <w:rsid w:val="002569F0"/>
    <w:rsid w:val="00256AAE"/>
    <w:rsid w:val="00260096"/>
    <w:rsid w:val="0026118B"/>
    <w:rsid w:val="00262263"/>
    <w:rsid w:val="00262529"/>
    <w:rsid w:val="002635E5"/>
    <w:rsid w:val="00263AC0"/>
    <w:rsid w:val="00264F09"/>
    <w:rsid w:val="002707A5"/>
    <w:rsid w:val="002711C6"/>
    <w:rsid w:val="002714B4"/>
    <w:rsid w:val="00272ED0"/>
    <w:rsid w:val="002748DC"/>
    <w:rsid w:val="002848BC"/>
    <w:rsid w:val="002868F7"/>
    <w:rsid w:val="00286A4F"/>
    <w:rsid w:val="00290726"/>
    <w:rsid w:val="002916DA"/>
    <w:rsid w:val="0029227A"/>
    <w:rsid w:val="0029303A"/>
    <w:rsid w:val="00296D06"/>
    <w:rsid w:val="002971DF"/>
    <w:rsid w:val="002A015E"/>
    <w:rsid w:val="002A14B2"/>
    <w:rsid w:val="002A1B69"/>
    <w:rsid w:val="002A1C2C"/>
    <w:rsid w:val="002A206D"/>
    <w:rsid w:val="002A3A8C"/>
    <w:rsid w:val="002A3D72"/>
    <w:rsid w:val="002A7874"/>
    <w:rsid w:val="002B0B62"/>
    <w:rsid w:val="002B14DF"/>
    <w:rsid w:val="002B4D37"/>
    <w:rsid w:val="002B600B"/>
    <w:rsid w:val="002C17B0"/>
    <w:rsid w:val="002C1A2B"/>
    <w:rsid w:val="002C3507"/>
    <w:rsid w:val="002C5984"/>
    <w:rsid w:val="002C6224"/>
    <w:rsid w:val="002C77A0"/>
    <w:rsid w:val="002D057D"/>
    <w:rsid w:val="002D2D98"/>
    <w:rsid w:val="002D525B"/>
    <w:rsid w:val="002E0E9A"/>
    <w:rsid w:val="002E374E"/>
    <w:rsid w:val="002E52CA"/>
    <w:rsid w:val="002E5CB0"/>
    <w:rsid w:val="002F0DA4"/>
    <w:rsid w:val="002F1343"/>
    <w:rsid w:val="002F13C5"/>
    <w:rsid w:val="002F481A"/>
    <w:rsid w:val="002F507C"/>
    <w:rsid w:val="002F675D"/>
    <w:rsid w:val="00301952"/>
    <w:rsid w:val="00301AEC"/>
    <w:rsid w:val="00304EDA"/>
    <w:rsid w:val="00304F1E"/>
    <w:rsid w:val="00306A3C"/>
    <w:rsid w:val="00310019"/>
    <w:rsid w:val="0031065C"/>
    <w:rsid w:val="003125AB"/>
    <w:rsid w:val="00313FAE"/>
    <w:rsid w:val="0031499C"/>
    <w:rsid w:val="00322492"/>
    <w:rsid w:val="00330196"/>
    <w:rsid w:val="00332E0A"/>
    <w:rsid w:val="0033341A"/>
    <w:rsid w:val="0033583A"/>
    <w:rsid w:val="00343F39"/>
    <w:rsid w:val="00344282"/>
    <w:rsid w:val="00344C20"/>
    <w:rsid w:val="003509C4"/>
    <w:rsid w:val="0035195A"/>
    <w:rsid w:val="003536AF"/>
    <w:rsid w:val="00353F21"/>
    <w:rsid w:val="00355391"/>
    <w:rsid w:val="0035667E"/>
    <w:rsid w:val="00356F2B"/>
    <w:rsid w:val="00357090"/>
    <w:rsid w:val="00362554"/>
    <w:rsid w:val="003712C5"/>
    <w:rsid w:val="00371B47"/>
    <w:rsid w:val="00372BE0"/>
    <w:rsid w:val="00373A06"/>
    <w:rsid w:val="003751ED"/>
    <w:rsid w:val="00375B9B"/>
    <w:rsid w:val="00376061"/>
    <w:rsid w:val="00377155"/>
    <w:rsid w:val="00377F99"/>
    <w:rsid w:val="00381232"/>
    <w:rsid w:val="0038169C"/>
    <w:rsid w:val="00381A24"/>
    <w:rsid w:val="003826D0"/>
    <w:rsid w:val="0038624A"/>
    <w:rsid w:val="00386CD6"/>
    <w:rsid w:val="003906C1"/>
    <w:rsid w:val="00390B27"/>
    <w:rsid w:val="00395935"/>
    <w:rsid w:val="003A43B2"/>
    <w:rsid w:val="003A56D4"/>
    <w:rsid w:val="003A5792"/>
    <w:rsid w:val="003A7203"/>
    <w:rsid w:val="003A751E"/>
    <w:rsid w:val="003B036E"/>
    <w:rsid w:val="003B29F7"/>
    <w:rsid w:val="003B3213"/>
    <w:rsid w:val="003B7D9F"/>
    <w:rsid w:val="003C1619"/>
    <w:rsid w:val="003C3388"/>
    <w:rsid w:val="003C5916"/>
    <w:rsid w:val="003C621B"/>
    <w:rsid w:val="003C6B17"/>
    <w:rsid w:val="003C7714"/>
    <w:rsid w:val="003D2D59"/>
    <w:rsid w:val="003D79C0"/>
    <w:rsid w:val="003E2954"/>
    <w:rsid w:val="003E52A0"/>
    <w:rsid w:val="003E56CD"/>
    <w:rsid w:val="003E5BDA"/>
    <w:rsid w:val="003E73B8"/>
    <w:rsid w:val="003F0AB6"/>
    <w:rsid w:val="003F20EB"/>
    <w:rsid w:val="003F3F26"/>
    <w:rsid w:val="003F4A7D"/>
    <w:rsid w:val="003F61B7"/>
    <w:rsid w:val="003F669F"/>
    <w:rsid w:val="003F6F94"/>
    <w:rsid w:val="004004FC"/>
    <w:rsid w:val="0040184C"/>
    <w:rsid w:val="00402810"/>
    <w:rsid w:val="004069BC"/>
    <w:rsid w:val="00406A8C"/>
    <w:rsid w:val="004104C1"/>
    <w:rsid w:val="00412D3D"/>
    <w:rsid w:val="00414B7A"/>
    <w:rsid w:val="004156A8"/>
    <w:rsid w:val="004164B8"/>
    <w:rsid w:val="00424424"/>
    <w:rsid w:val="004264B1"/>
    <w:rsid w:val="00431905"/>
    <w:rsid w:val="00433DDD"/>
    <w:rsid w:val="00434372"/>
    <w:rsid w:val="00435431"/>
    <w:rsid w:val="004365DB"/>
    <w:rsid w:val="00440E2A"/>
    <w:rsid w:val="00441C54"/>
    <w:rsid w:val="00442403"/>
    <w:rsid w:val="004511E4"/>
    <w:rsid w:val="004515E3"/>
    <w:rsid w:val="00455136"/>
    <w:rsid w:val="00455AB5"/>
    <w:rsid w:val="00457E17"/>
    <w:rsid w:val="00460400"/>
    <w:rsid w:val="004612DB"/>
    <w:rsid w:val="004624C0"/>
    <w:rsid w:val="00464C57"/>
    <w:rsid w:val="00465C65"/>
    <w:rsid w:val="0047035F"/>
    <w:rsid w:val="004725EC"/>
    <w:rsid w:val="004732A4"/>
    <w:rsid w:val="00473FE2"/>
    <w:rsid w:val="00475534"/>
    <w:rsid w:val="00475E01"/>
    <w:rsid w:val="004766DE"/>
    <w:rsid w:val="00477DD3"/>
    <w:rsid w:val="00482985"/>
    <w:rsid w:val="00483D3D"/>
    <w:rsid w:val="00483DAA"/>
    <w:rsid w:val="004866C0"/>
    <w:rsid w:val="004878CE"/>
    <w:rsid w:val="00490BAE"/>
    <w:rsid w:val="00491770"/>
    <w:rsid w:val="004928F5"/>
    <w:rsid w:val="00493385"/>
    <w:rsid w:val="00497E9F"/>
    <w:rsid w:val="004A0692"/>
    <w:rsid w:val="004A3ACD"/>
    <w:rsid w:val="004A6B58"/>
    <w:rsid w:val="004B2B3D"/>
    <w:rsid w:val="004B2B96"/>
    <w:rsid w:val="004B4283"/>
    <w:rsid w:val="004B49B3"/>
    <w:rsid w:val="004B7222"/>
    <w:rsid w:val="004C111C"/>
    <w:rsid w:val="004C17E5"/>
    <w:rsid w:val="004C1A8D"/>
    <w:rsid w:val="004C25AA"/>
    <w:rsid w:val="004C3872"/>
    <w:rsid w:val="004C7A6D"/>
    <w:rsid w:val="004C7A80"/>
    <w:rsid w:val="004C7D85"/>
    <w:rsid w:val="004D0773"/>
    <w:rsid w:val="004D1DD8"/>
    <w:rsid w:val="004D2490"/>
    <w:rsid w:val="004D2D66"/>
    <w:rsid w:val="004D445D"/>
    <w:rsid w:val="004D7E15"/>
    <w:rsid w:val="004E3E7C"/>
    <w:rsid w:val="004E584A"/>
    <w:rsid w:val="004E62FA"/>
    <w:rsid w:val="004F64EA"/>
    <w:rsid w:val="004F6EE1"/>
    <w:rsid w:val="004F7F76"/>
    <w:rsid w:val="00500ECE"/>
    <w:rsid w:val="00504F8A"/>
    <w:rsid w:val="00505306"/>
    <w:rsid w:val="0050723B"/>
    <w:rsid w:val="00507EDA"/>
    <w:rsid w:val="00507F3C"/>
    <w:rsid w:val="00517276"/>
    <w:rsid w:val="0052056F"/>
    <w:rsid w:val="00521B3F"/>
    <w:rsid w:val="005228B1"/>
    <w:rsid w:val="00522ADD"/>
    <w:rsid w:val="00530350"/>
    <w:rsid w:val="005310C6"/>
    <w:rsid w:val="0053152C"/>
    <w:rsid w:val="00532D45"/>
    <w:rsid w:val="00535447"/>
    <w:rsid w:val="00535C5D"/>
    <w:rsid w:val="005362D5"/>
    <w:rsid w:val="00536B32"/>
    <w:rsid w:val="00542833"/>
    <w:rsid w:val="005437C3"/>
    <w:rsid w:val="00545DB5"/>
    <w:rsid w:val="0054669D"/>
    <w:rsid w:val="005468F5"/>
    <w:rsid w:val="00550BDB"/>
    <w:rsid w:val="00551159"/>
    <w:rsid w:val="00551B56"/>
    <w:rsid w:val="005524A1"/>
    <w:rsid w:val="00555DAF"/>
    <w:rsid w:val="0055678B"/>
    <w:rsid w:val="00556C93"/>
    <w:rsid w:val="00556CF4"/>
    <w:rsid w:val="005574F7"/>
    <w:rsid w:val="0056136E"/>
    <w:rsid w:val="005613E9"/>
    <w:rsid w:val="00562C5F"/>
    <w:rsid w:val="00562DC4"/>
    <w:rsid w:val="0056398C"/>
    <w:rsid w:val="0056451C"/>
    <w:rsid w:val="00565A98"/>
    <w:rsid w:val="005673B3"/>
    <w:rsid w:val="0057244E"/>
    <w:rsid w:val="00572C83"/>
    <w:rsid w:val="005732FF"/>
    <w:rsid w:val="00573A70"/>
    <w:rsid w:val="00573F97"/>
    <w:rsid w:val="00575293"/>
    <w:rsid w:val="005753D6"/>
    <w:rsid w:val="00576835"/>
    <w:rsid w:val="005815CC"/>
    <w:rsid w:val="00584267"/>
    <w:rsid w:val="005842F7"/>
    <w:rsid w:val="00585022"/>
    <w:rsid w:val="0058671B"/>
    <w:rsid w:val="00587815"/>
    <w:rsid w:val="005904EA"/>
    <w:rsid w:val="0059629C"/>
    <w:rsid w:val="00597582"/>
    <w:rsid w:val="005A06CD"/>
    <w:rsid w:val="005A0BEE"/>
    <w:rsid w:val="005A0E1A"/>
    <w:rsid w:val="005A19DA"/>
    <w:rsid w:val="005A31FC"/>
    <w:rsid w:val="005A3C4F"/>
    <w:rsid w:val="005A4B60"/>
    <w:rsid w:val="005A6FDB"/>
    <w:rsid w:val="005A7D3F"/>
    <w:rsid w:val="005B7525"/>
    <w:rsid w:val="005C002D"/>
    <w:rsid w:val="005C18EE"/>
    <w:rsid w:val="005C2E20"/>
    <w:rsid w:val="005C4633"/>
    <w:rsid w:val="005C5223"/>
    <w:rsid w:val="005C56B0"/>
    <w:rsid w:val="005D014A"/>
    <w:rsid w:val="005D0CA9"/>
    <w:rsid w:val="005D0D31"/>
    <w:rsid w:val="005D39FD"/>
    <w:rsid w:val="005D5A70"/>
    <w:rsid w:val="005D5DFB"/>
    <w:rsid w:val="005D71EF"/>
    <w:rsid w:val="005E22E2"/>
    <w:rsid w:val="005E32C7"/>
    <w:rsid w:val="005E5506"/>
    <w:rsid w:val="005E6333"/>
    <w:rsid w:val="005F3C08"/>
    <w:rsid w:val="005F78E2"/>
    <w:rsid w:val="005F7F6C"/>
    <w:rsid w:val="00607130"/>
    <w:rsid w:val="00610CB4"/>
    <w:rsid w:val="006121CF"/>
    <w:rsid w:val="00612ED8"/>
    <w:rsid w:val="00615176"/>
    <w:rsid w:val="006157E5"/>
    <w:rsid w:val="00617DA0"/>
    <w:rsid w:val="00620085"/>
    <w:rsid w:val="0063174F"/>
    <w:rsid w:val="0063266E"/>
    <w:rsid w:val="0063331E"/>
    <w:rsid w:val="00635575"/>
    <w:rsid w:val="006379C4"/>
    <w:rsid w:val="00642199"/>
    <w:rsid w:val="0064362F"/>
    <w:rsid w:val="00643A7D"/>
    <w:rsid w:val="006444D7"/>
    <w:rsid w:val="006479DE"/>
    <w:rsid w:val="0065363A"/>
    <w:rsid w:val="00657883"/>
    <w:rsid w:val="00657C89"/>
    <w:rsid w:val="00660F12"/>
    <w:rsid w:val="00661812"/>
    <w:rsid w:val="00661CD1"/>
    <w:rsid w:val="00662499"/>
    <w:rsid w:val="00664036"/>
    <w:rsid w:val="00664972"/>
    <w:rsid w:val="00664D0B"/>
    <w:rsid w:val="00666CB5"/>
    <w:rsid w:val="00670C22"/>
    <w:rsid w:val="006722D0"/>
    <w:rsid w:val="006725CA"/>
    <w:rsid w:val="00676651"/>
    <w:rsid w:val="0067761E"/>
    <w:rsid w:val="00677CAE"/>
    <w:rsid w:val="00681840"/>
    <w:rsid w:val="0068394F"/>
    <w:rsid w:val="00683D98"/>
    <w:rsid w:val="0068422E"/>
    <w:rsid w:val="00685933"/>
    <w:rsid w:val="00685FD6"/>
    <w:rsid w:val="00687AA1"/>
    <w:rsid w:val="00692E3F"/>
    <w:rsid w:val="006939B5"/>
    <w:rsid w:val="00694BEE"/>
    <w:rsid w:val="00694CD1"/>
    <w:rsid w:val="00695F1A"/>
    <w:rsid w:val="0069693B"/>
    <w:rsid w:val="006A157E"/>
    <w:rsid w:val="006A4E18"/>
    <w:rsid w:val="006A6BAA"/>
    <w:rsid w:val="006A7DC9"/>
    <w:rsid w:val="006B0EFE"/>
    <w:rsid w:val="006B1E7D"/>
    <w:rsid w:val="006B3F33"/>
    <w:rsid w:val="006B5FD3"/>
    <w:rsid w:val="006C0C72"/>
    <w:rsid w:val="006C2A28"/>
    <w:rsid w:val="006C478E"/>
    <w:rsid w:val="006C5A20"/>
    <w:rsid w:val="006C6A68"/>
    <w:rsid w:val="006C7205"/>
    <w:rsid w:val="006D07E6"/>
    <w:rsid w:val="006D0D0C"/>
    <w:rsid w:val="006D1AA8"/>
    <w:rsid w:val="006D4B1F"/>
    <w:rsid w:val="006E0397"/>
    <w:rsid w:val="006E4155"/>
    <w:rsid w:val="006E4432"/>
    <w:rsid w:val="006E4485"/>
    <w:rsid w:val="006E6645"/>
    <w:rsid w:val="006F44B4"/>
    <w:rsid w:val="007035E7"/>
    <w:rsid w:val="007060FB"/>
    <w:rsid w:val="0070639E"/>
    <w:rsid w:val="00706A0E"/>
    <w:rsid w:val="00706B1C"/>
    <w:rsid w:val="007070E1"/>
    <w:rsid w:val="00707554"/>
    <w:rsid w:val="00710CB3"/>
    <w:rsid w:val="0072065E"/>
    <w:rsid w:val="0072088D"/>
    <w:rsid w:val="00720A8C"/>
    <w:rsid w:val="00722EB3"/>
    <w:rsid w:val="00724933"/>
    <w:rsid w:val="00726F1F"/>
    <w:rsid w:val="007273C2"/>
    <w:rsid w:val="0073144D"/>
    <w:rsid w:val="00732FF9"/>
    <w:rsid w:val="007346D2"/>
    <w:rsid w:val="00741128"/>
    <w:rsid w:val="00741FDB"/>
    <w:rsid w:val="00743534"/>
    <w:rsid w:val="00743B2F"/>
    <w:rsid w:val="00746535"/>
    <w:rsid w:val="007468CC"/>
    <w:rsid w:val="00750335"/>
    <w:rsid w:val="007515B4"/>
    <w:rsid w:val="007539B7"/>
    <w:rsid w:val="007541E9"/>
    <w:rsid w:val="00756992"/>
    <w:rsid w:val="00761C21"/>
    <w:rsid w:val="00762228"/>
    <w:rsid w:val="00762357"/>
    <w:rsid w:val="00764199"/>
    <w:rsid w:val="00765250"/>
    <w:rsid w:val="0077067A"/>
    <w:rsid w:val="0077077F"/>
    <w:rsid w:val="00774D7A"/>
    <w:rsid w:val="007750A1"/>
    <w:rsid w:val="00775F3C"/>
    <w:rsid w:val="00776229"/>
    <w:rsid w:val="00776260"/>
    <w:rsid w:val="00783BDE"/>
    <w:rsid w:val="007843B9"/>
    <w:rsid w:val="00784DA1"/>
    <w:rsid w:val="00785F3B"/>
    <w:rsid w:val="00786B17"/>
    <w:rsid w:val="0079085E"/>
    <w:rsid w:val="0079152C"/>
    <w:rsid w:val="00792370"/>
    <w:rsid w:val="00794B8F"/>
    <w:rsid w:val="007953E0"/>
    <w:rsid w:val="0079613A"/>
    <w:rsid w:val="0079647B"/>
    <w:rsid w:val="007A034D"/>
    <w:rsid w:val="007A2799"/>
    <w:rsid w:val="007A3459"/>
    <w:rsid w:val="007A5963"/>
    <w:rsid w:val="007A5BA3"/>
    <w:rsid w:val="007A61CC"/>
    <w:rsid w:val="007A7E30"/>
    <w:rsid w:val="007B1EFF"/>
    <w:rsid w:val="007B22E0"/>
    <w:rsid w:val="007B27AB"/>
    <w:rsid w:val="007B4864"/>
    <w:rsid w:val="007B61F0"/>
    <w:rsid w:val="007B66DD"/>
    <w:rsid w:val="007C5C95"/>
    <w:rsid w:val="007C6FDD"/>
    <w:rsid w:val="007C7C7B"/>
    <w:rsid w:val="007D0FC8"/>
    <w:rsid w:val="007D0FD0"/>
    <w:rsid w:val="007D11DD"/>
    <w:rsid w:val="007D2ED4"/>
    <w:rsid w:val="007D2F8F"/>
    <w:rsid w:val="007D3D06"/>
    <w:rsid w:val="007D42CB"/>
    <w:rsid w:val="007D6138"/>
    <w:rsid w:val="007D7270"/>
    <w:rsid w:val="007E1700"/>
    <w:rsid w:val="007E54CD"/>
    <w:rsid w:val="007E5F77"/>
    <w:rsid w:val="007E6273"/>
    <w:rsid w:val="007F1DBB"/>
    <w:rsid w:val="007F32BD"/>
    <w:rsid w:val="007F4C15"/>
    <w:rsid w:val="007F5BA1"/>
    <w:rsid w:val="007F667A"/>
    <w:rsid w:val="007F77D7"/>
    <w:rsid w:val="008022B7"/>
    <w:rsid w:val="00802684"/>
    <w:rsid w:val="008052FD"/>
    <w:rsid w:val="00813C19"/>
    <w:rsid w:val="00815D3C"/>
    <w:rsid w:val="0082119D"/>
    <w:rsid w:val="00821B4B"/>
    <w:rsid w:val="0082245D"/>
    <w:rsid w:val="00825856"/>
    <w:rsid w:val="008276A3"/>
    <w:rsid w:val="00830AFA"/>
    <w:rsid w:val="0083299E"/>
    <w:rsid w:val="00836A77"/>
    <w:rsid w:val="00837F3B"/>
    <w:rsid w:val="00841AEE"/>
    <w:rsid w:val="00843C99"/>
    <w:rsid w:val="00846C1E"/>
    <w:rsid w:val="00847BE0"/>
    <w:rsid w:val="008509D8"/>
    <w:rsid w:val="008542A0"/>
    <w:rsid w:val="00860B9C"/>
    <w:rsid w:val="00862154"/>
    <w:rsid w:val="0086392D"/>
    <w:rsid w:val="00863D6D"/>
    <w:rsid w:val="008661B7"/>
    <w:rsid w:val="0087079B"/>
    <w:rsid w:val="008757B0"/>
    <w:rsid w:val="008759BF"/>
    <w:rsid w:val="00875E04"/>
    <w:rsid w:val="0088095D"/>
    <w:rsid w:val="00881F82"/>
    <w:rsid w:val="00882D36"/>
    <w:rsid w:val="00883A88"/>
    <w:rsid w:val="00884581"/>
    <w:rsid w:val="008914F2"/>
    <w:rsid w:val="008918D9"/>
    <w:rsid w:val="00892D96"/>
    <w:rsid w:val="0089379B"/>
    <w:rsid w:val="00893D59"/>
    <w:rsid w:val="00894A60"/>
    <w:rsid w:val="008965EE"/>
    <w:rsid w:val="008A03C9"/>
    <w:rsid w:val="008A04A9"/>
    <w:rsid w:val="008A0A9E"/>
    <w:rsid w:val="008A4F0D"/>
    <w:rsid w:val="008A53AA"/>
    <w:rsid w:val="008B068E"/>
    <w:rsid w:val="008B5937"/>
    <w:rsid w:val="008C0A9E"/>
    <w:rsid w:val="008C2060"/>
    <w:rsid w:val="008C263D"/>
    <w:rsid w:val="008C6A72"/>
    <w:rsid w:val="008D4669"/>
    <w:rsid w:val="008D5CD3"/>
    <w:rsid w:val="008D5FCE"/>
    <w:rsid w:val="008D7200"/>
    <w:rsid w:val="008D7964"/>
    <w:rsid w:val="008E025D"/>
    <w:rsid w:val="008E26A5"/>
    <w:rsid w:val="008E28F5"/>
    <w:rsid w:val="008E3FFA"/>
    <w:rsid w:val="008E4147"/>
    <w:rsid w:val="008E7AC8"/>
    <w:rsid w:val="008F30E0"/>
    <w:rsid w:val="008F465A"/>
    <w:rsid w:val="008F721E"/>
    <w:rsid w:val="008F75D7"/>
    <w:rsid w:val="00903745"/>
    <w:rsid w:val="00903B37"/>
    <w:rsid w:val="009111E0"/>
    <w:rsid w:val="009138A0"/>
    <w:rsid w:val="00913FDF"/>
    <w:rsid w:val="00915107"/>
    <w:rsid w:val="00915AD0"/>
    <w:rsid w:val="00917557"/>
    <w:rsid w:val="009271B9"/>
    <w:rsid w:val="009276AB"/>
    <w:rsid w:val="0093136E"/>
    <w:rsid w:val="009316FD"/>
    <w:rsid w:val="00932E98"/>
    <w:rsid w:val="00933552"/>
    <w:rsid w:val="0093395D"/>
    <w:rsid w:val="00935C3F"/>
    <w:rsid w:val="009402F6"/>
    <w:rsid w:val="009459CD"/>
    <w:rsid w:val="00947AEA"/>
    <w:rsid w:val="00950A75"/>
    <w:rsid w:val="009534D9"/>
    <w:rsid w:val="00953951"/>
    <w:rsid w:val="00954E6A"/>
    <w:rsid w:val="00960981"/>
    <w:rsid w:val="009635BE"/>
    <w:rsid w:val="0096547D"/>
    <w:rsid w:val="009708C6"/>
    <w:rsid w:val="00970E53"/>
    <w:rsid w:val="00971C3D"/>
    <w:rsid w:val="009741C7"/>
    <w:rsid w:val="00977C77"/>
    <w:rsid w:val="00981835"/>
    <w:rsid w:val="00984F69"/>
    <w:rsid w:val="009873BB"/>
    <w:rsid w:val="00987F3C"/>
    <w:rsid w:val="00990505"/>
    <w:rsid w:val="009922A4"/>
    <w:rsid w:val="009925EE"/>
    <w:rsid w:val="00993B0E"/>
    <w:rsid w:val="00993DD7"/>
    <w:rsid w:val="00994E8A"/>
    <w:rsid w:val="00995FC0"/>
    <w:rsid w:val="009967B6"/>
    <w:rsid w:val="009A082A"/>
    <w:rsid w:val="009A0839"/>
    <w:rsid w:val="009A4573"/>
    <w:rsid w:val="009A4B70"/>
    <w:rsid w:val="009B0D73"/>
    <w:rsid w:val="009B30EB"/>
    <w:rsid w:val="009B4C1D"/>
    <w:rsid w:val="009B6A19"/>
    <w:rsid w:val="009B7AEE"/>
    <w:rsid w:val="009C00D2"/>
    <w:rsid w:val="009C0CC4"/>
    <w:rsid w:val="009C1E01"/>
    <w:rsid w:val="009C2166"/>
    <w:rsid w:val="009C556E"/>
    <w:rsid w:val="009C5C12"/>
    <w:rsid w:val="009C7111"/>
    <w:rsid w:val="009D112E"/>
    <w:rsid w:val="009D2FB5"/>
    <w:rsid w:val="009D393B"/>
    <w:rsid w:val="009D5ECE"/>
    <w:rsid w:val="009D66B8"/>
    <w:rsid w:val="009D6B05"/>
    <w:rsid w:val="009D6C78"/>
    <w:rsid w:val="009D6CE5"/>
    <w:rsid w:val="009D7DE5"/>
    <w:rsid w:val="009E1109"/>
    <w:rsid w:val="009E372D"/>
    <w:rsid w:val="009E38F8"/>
    <w:rsid w:val="009F2207"/>
    <w:rsid w:val="009F2A73"/>
    <w:rsid w:val="009F469F"/>
    <w:rsid w:val="009F55B4"/>
    <w:rsid w:val="009F7153"/>
    <w:rsid w:val="00A00628"/>
    <w:rsid w:val="00A02CB7"/>
    <w:rsid w:val="00A02E16"/>
    <w:rsid w:val="00A05D47"/>
    <w:rsid w:val="00A061DC"/>
    <w:rsid w:val="00A071F4"/>
    <w:rsid w:val="00A10304"/>
    <w:rsid w:val="00A10D87"/>
    <w:rsid w:val="00A125EE"/>
    <w:rsid w:val="00A132C7"/>
    <w:rsid w:val="00A164E6"/>
    <w:rsid w:val="00A20E65"/>
    <w:rsid w:val="00A2108C"/>
    <w:rsid w:val="00A21319"/>
    <w:rsid w:val="00A22E19"/>
    <w:rsid w:val="00A24048"/>
    <w:rsid w:val="00A257CA"/>
    <w:rsid w:val="00A25880"/>
    <w:rsid w:val="00A25DE6"/>
    <w:rsid w:val="00A329C8"/>
    <w:rsid w:val="00A33E90"/>
    <w:rsid w:val="00A3534A"/>
    <w:rsid w:val="00A40308"/>
    <w:rsid w:val="00A4187A"/>
    <w:rsid w:val="00A43264"/>
    <w:rsid w:val="00A45379"/>
    <w:rsid w:val="00A45A59"/>
    <w:rsid w:val="00A45B3C"/>
    <w:rsid w:val="00A4680C"/>
    <w:rsid w:val="00A5279E"/>
    <w:rsid w:val="00A542B6"/>
    <w:rsid w:val="00A604F9"/>
    <w:rsid w:val="00A61EF5"/>
    <w:rsid w:val="00A62206"/>
    <w:rsid w:val="00A64580"/>
    <w:rsid w:val="00A66791"/>
    <w:rsid w:val="00A66EB2"/>
    <w:rsid w:val="00A71CF1"/>
    <w:rsid w:val="00A73042"/>
    <w:rsid w:val="00A7358F"/>
    <w:rsid w:val="00A74372"/>
    <w:rsid w:val="00A75CAD"/>
    <w:rsid w:val="00A764EF"/>
    <w:rsid w:val="00A77569"/>
    <w:rsid w:val="00A82781"/>
    <w:rsid w:val="00A83225"/>
    <w:rsid w:val="00A83334"/>
    <w:rsid w:val="00A85A3F"/>
    <w:rsid w:val="00A86DD7"/>
    <w:rsid w:val="00A8787E"/>
    <w:rsid w:val="00A90142"/>
    <w:rsid w:val="00A90866"/>
    <w:rsid w:val="00A9111A"/>
    <w:rsid w:val="00A9200C"/>
    <w:rsid w:val="00A922B6"/>
    <w:rsid w:val="00A92E78"/>
    <w:rsid w:val="00A92EE5"/>
    <w:rsid w:val="00A934AC"/>
    <w:rsid w:val="00A935BD"/>
    <w:rsid w:val="00A95433"/>
    <w:rsid w:val="00A96642"/>
    <w:rsid w:val="00AA0398"/>
    <w:rsid w:val="00AA1869"/>
    <w:rsid w:val="00AA24D7"/>
    <w:rsid w:val="00AA4C64"/>
    <w:rsid w:val="00AA59F3"/>
    <w:rsid w:val="00AA7F62"/>
    <w:rsid w:val="00AB045C"/>
    <w:rsid w:val="00AB5595"/>
    <w:rsid w:val="00AB5E79"/>
    <w:rsid w:val="00AB6BC1"/>
    <w:rsid w:val="00AB7DBD"/>
    <w:rsid w:val="00AC1676"/>
    <w:rsid w:val="00AC24DE"/>
    <w:rsid w:val="00AC2F9E"/>
    <w:rsid w:val="00AC3795"/>
    <w:rsid w:val="00AC3A69"/>
    <w:rsid w:val="00AC5361"/>
    <w:rsid w:val="00AD07F4"/>
    <w:rsid w:val="00AD0DCE"/>
    <w:rsid w:val="00AD0F36"/>
    <w:rsid w:val="00AD2DDB"/>
    <w:rsid w:val="00AD304B"/>
    <w:rsid w:val="00AD390C"/>
    <w:rsid w:val="00AD5CD4"/>
    <w:rsid w:val="00AD6A6F"/>
    <w:rsid w:val="00AE1382"/>
    <w:rsid w:val="00AE2F2D"/>
    <w:rsid w:val="00AE58B2"/>
    <w:rsid w:val="00AE7C6B"/>
    <w:rsid w:val="00AF0A0C"/>
    <w:rsid w:val="00AF16F8"/>
    <w:rsid w:val="00AF1E42"/>
    <w:rsid w:val="00AF3C57"/>
    <w:rsid w:val="00AF50FF"/>
    <w:rsid w:val="00AF6AE7"/>
    <w:rsid w:val="00B023AD"/>
    <w:rsid w:val="00B02AB2"/>
    <w:rsid w:val="00B03286"/>
    <w:rsid w:val="00B039CC"/>
    <w:rsid w:val="00B040DE"/>
    <w:rsid w:val="00B11C81"/>
    <w:rsid w:val="00B13739"/>
    <w:rsid w:val="00B147C8"/>
    <w:rsid w:val="00B15499"/>
    <w:rsid w:val="00B15FCE"/>
    <w:rsid w:val="00B16C38"/>
    <w:rsid w:val="00B16D4D"/>
    <w:rsid w:val="00B20AED"/>
    <w:rsid w:val="00B22BB9"/>
    <w:rsid w:val="00B261CE"/>
    <w:rsid w:val="00B27489"/>
    <w:rsid w:val="00B27DFA"/>
    <w:rsid w:val="00B30626"/>
    <w:rsid w:val="00B32426"/>
    <w:rsid w:val="00B347DE"/>
    <w:rsid w:val="00B353E5"/>
    <w:rsid w:val="00B36E76"/>
    <w:rsid w:val="00B40681"/>
    <w:rsid w:val="00B418C5"/>
    <w:rsid w:val="00B442B4"/>
    <w:rsid w:val="00B45BC8"/>
    <w:rsid w:val="00B46C84"/>
    <w:rsid w:val="00B46EB9"/>
    <w:rsid w:val="00B470E0"/>
    <w:rsid w:val="00B51617"/>
    <w:rsid w:val="00B52BA6"/>
    <w:rsid w:val="00B5341A"/>
    <w:rsid w:val="00B55776"/>
    <w:rsid w:val="00B56609"/>
    <w:rsid w:val="00B60102"/>
    <w:rsid w:val="00B60D16"/>
    <w:rsid w:val="00B620F3"/>
    <w:rsid w:val="00B637C7"/>
    <w:rsid w:val="00B641AD"/>
    <w:rsid w:val="00B66DA6"/>
    <w:rsid w:val="00B67661"/>
    <w:rsid w:val="00B70F8A"/>
    <w:rsid w:val="00B738DF"/>
    <w:rsid w:val="00B73E6E"/>
    <w:rsid w:val="00B746A5"/>
    <w:rsid w:val="00B769C0"/>
    <w:rsid w:val="00B77615"/>
    <w:rsid w:val="00B778FC"/>
    <w:rsid w:val="00B83611"/>
    <w:rsid w:val="00B8598C"/>
    <w:rsid w:val="00B86585"/>
    <w:rsid w:val="00B916B8"/>
    <w:rsid w:val="00B91757"/>
    <w:rsid w:val="00B93059"/>
    <w:rsid w:val="00B944D9"/>
    <w:rsid w:val="00BA2CAC"/>
    <w:rsid w:val="00BA31D7"/>
    <w:rsid w:val="00BA4832"/>
    <w:rsid w:val="00BB1A5C"/>
    <w:rsid w:val="00BB2133"/>
    <w:rsid w:val="00BB21D6"/>
    <w:rsid w:val="00BB352F"/>
    <w:rsid w:val="00BB4EFB"/>
    <w:rsid w:val="00BB58E5"/>
    <w:rsid w:val="00BB6E8B"/>
    <w:rsid w:val="00BC01F4"/>
    <w:rsid w:val="00BC13AF"/>
    <w:rsid w:val="00BC2065"/>
    <w:rsid w:val="00BC2B11"/>
    <w:rsid w:val="00BC3694"/>
    <w:rsid w:val="00BC3D93"/>
    <w:rsid w:val="00BC6C11"/>
    <w:rsid w:val="00BC6C30"/>
    <w:rsid w:val="00BD0CA6"/>
    <w:rsid w:val="00BD17AB"/>
    <w:rsid w:val="00BD31CB"/>
    <w:rsid w:val="00BD3823"/>
    <w:rsid w:val="00BD627E"/>
    <w:rsid w:val="00BD6803"/>
    <w:rsid w:val="00BE0788"/>
    <w:rsid w:val="00BE432E"/>
    <w:rsid w:val="00BE6532"/>
    <w:rsid w:val="00BE65E4"/>
    <w:rsid w:val="00BE6624"/>
    <w:rsid w:val="00BE7607"/>
    <w:rsid w:val="00BF0BB1"/>
    <w:rsid w:val="00BF1459"/>
    <w:rsid w:val="00BF2225"/>
    <w:rsid w:val="00BF2F27"/>
    <w:rsid w:val="00BF570A"/>
    <w:rsid w:val="00BF5F06"/>
    <w:rsid w:val="00BF6B15"/>
    <w:rsid w:val="00BF7927"/>
    <w:rsid w:val="00C00F8A"/>
    <w:rsid w:val="00C01A7A"/>
    <w:rsid w:val="00C02139"/>
    <w:rsid w:val="00C03946"/>
    <w:rsid w:val="00C04593"/>
    <w:rsid w:val="00C054B8"/>
    <w:rsid w:val="00C05767"/>
    <w:rsid w:val="00C10704"/>
    <w:rsid w:val="00C11921"/>
    <w:rsid w:val="00C11984"/>
    <w:rsid w:val="00C12BB1"/>
    <w:rsid w:val="00C1300A"/>
    <w:rsid w:val="00C15237"/>
    <w:rsid w:val="00C155D5"/>
    <w:rsid w:val="00C16833"/>
    <w:rsid w:val="00C16CF9"/>
    <w:rsid w:val="00C177C1"/>
    <w:rsid w:val="00C20752"/>
    <w:rsid w:val="00C21E3B"/>
    <w:rsid w:val="00C22AF5"/>
    <w:rsid w:val="00C23E4D"/>
    <w:rsid w:val="00C300E6"/>
    <w:rsid w:val="00C31339"/>
    <w:rsid w:val="00C33C73"/>
    <w:rsid w:val="00C34534"/>
    <w:rsid w:val="00C3484A"/>
    <w:rsid w:val="00C36C42"/>
    <w:rsid w:val="00C37794"/>
    <w:rsid w:val="00C4167D"/>
    <w:rsid w:val="00C41B32"/>
    <w:rsid w:val="00C43F9D"/>
    <w:rsid w:val="00C453C9"/>
    <w:rsid w:val="00C46614"/>
    <w:rsid w:val="00C47406"/>
    <w:rsid w:val="00C47955"/>
    <w:rsid w:val="00C47E5D"/>
    <w:rsid w:val="00C51790"/>
    <w:rsid w:val="00C53999"/>
    <w:rsid w:val="00C54BA1"/>
    <w:rsid w:val="00C57303"/>
    <w:rsid w:val="00C57A1F"/>
    <w:rsid w:val="00C62863"/>
    <w:rsid w:val="00C631A7"/>
    <w:rsid w:val="00C64509"/>
    <w:rsid w:val="00C64EA6"/>
    <w:rsid w:val="00C7007C"/>
    <w:rsid w:val="00C71289"/>
    <w:rsid w:val="00C72E99"/>
    <w:rsid w:val="00C75681"/>
    <w:rsid w:val="00C758BD"/>
    <w:rsid w:val="00C765BD"/>
    <w:rsid w:val="00C77414"/>
    <w:rsid w:val="00C77513"/>
    <w:rsid w:val="00C77741"/>
    <w:rsid w:val="00C80AF8"/>
    <w:rsid w:val="00C81C47"/>
    <w:rsid w:val="00C839EA"/>
    <w:rsid w:val="00C84494"/>
    <w:rsid w:val="00C8471F"/>
    <w:rsid w:val="00C8637B"/>
    <w:rsid w:val="00C8640B"/>
    <w:rsid w:val="00C86827"/>
    <w:rsid w:val="00C874AA"/>
    <w:rsid w:val="00C91306"/>
    <w:rsid w:val="00C918FA"/>
    <w:rsid w:val="00C93F70"/>
    <w:rsid w:val="00C94BAF"/>
    <w:rsid w:val="00C961C2"/>
    <w:rsid w:val="00C96FB3"/>
    <w:rsid w:val="00CA061C"/>
    <w:rsid w:val="00CA297D"/>
    <w:rsid w:val="00CA302A"/>
    <w:rsid w:val="00CA38EB"/>
    <w:rsid w:val="00CA4142"/>
    <w:rsid w:val="00CA6DBA"/>
    <w:rsid w:val="00CB4EC5"/>
    <w:rsid w:val="00CB61A3"/>
    <w:rsid w:val="00CB693E"/>
    <w:rsid w:val="00CC11AE"/>
    <w:rsid w:val="00CC1226"/>
    <w:rsid w:val="00CC14E2"/>
    <w:rsid w:val="00CC24E2"/>
    <w:rsid w:val="00CC33E9"/>
    <w:rsid w:val="00CC3D7C"/>
    <w:rsid w:val="00CC72A1"/>
    <w:rsid w:val="00CC74F7"/>
    <w:rsid w:val="00CD094A"/>
    <w:rsid w:val="00CD0964"/>
    <w:rsid w:val="00CD1D7D"/>
    <w:rsid w:val="00CD2710"/>
    <w:rsid w:val="00CD41AD"/>
    <w:rsid w:val="00CD4DF3"/>
    <w:rsid w:val="00CD5577"/>
    <w:rsid w:val="00CD602A"/>
    <w:rsid w:val="00CD7711"/>
    <w:rsid w:val="00CE3906"/>
    <w:rsid w:val="00CE518C"/>
    <w:rsid w:val="00CE7285"/>
    <w:rsid w:val="00CF39A6"/>
    <w:rsid w:val="00D017A5"/>
    <w:rsid w:val="00D02C07"/>
    <w:rsid w:val="00D03D9C"/>
    <w:rsid w:val="00D06F3D"/>
    <w:rsid w:val="00D07FEF"/>
    <w:rsid w:val="00D14C04"/>
    <w:rsid w:val="00D1627E"/>
    <w:rsid w:val="00D16B2A"/>
    <w:rsid w:val="00D16EB9"/>
    <w:rsid w:val="00D239CC"/>
    <w:rsid w:val="00D25478"/>
    <w:rsid w:val="00D309EA"/>
    <w:rsid w:val="00D32560"/>
    <w:rsid w:val="00D32AB9"/>
    <w:rsid w:val="00D334A6"/>
    <w:rsid w:val="00D36303"/>
    <w:rsid w:val="00D365D7"/>
    <w:rsid w:val="00D405E2"/>
    <w:rsid w:val="00D43144"/>
    <w:rsid w:val="00D439EC"/>
    <w:rsid w:val="00D44073"/>
    <w:rsid w:val="00D4479D"/>
    <w:rsid w:val="00D44A13"/>
    <w:rsid w:val="00D4552E"/>
    <w:rsid w:val="00D461A8"/>
    <w:rsid w:val="00D5186E"/>
    <w:rsid w:val="00D52E3B"/>
    <w:rsid w:val="00D53F5C"/>
    <w:rsid w:val="00D55509"/>
    <w:rsid w:val="00D56ABE"/>
    <w:rsid w:val="00D57410"/>
    <w:rsid w:val="00D64081"/>
    <w:rsid w:val="00D6493A"/>
    <w:rsid w:val="00D64E29"/>
    <w:rsid w:val="00D65DDE"/>
    <w:rsid w:val="00D74054"/>
    <w:rsid w:val="00D75A04"/>
    <w:rsid w:val="00D76A63"/>
    <w:rsid w:val="00D772D5"/>
    <w:rsid w:val="00D85EF9"/>
    <w:rsid w:val="00D90760"/>
    <w:rsid w:val="00D94D81"/>
    <w:rsid w:val="00DA39AD"/>
    <w:rsid w:val="00DA4723"/>
    <w:rsid w:val="00DA7AEF"/>
    <w:rsid w:val="00DB0021"/>
    <w:rsid w:val="00DB1020"/>
    <w:rsid w:val="00DB1688"/>
    <w:rsid w:val="00DB40F9"/>
    <w:rsid w:val="00DB4925"/>
    <w:rsid w:val="00DB4A58"/>
    <w:rsid w:val="00DB794B"/>
    <w:rsid w:val="00DB7C40"/>
    <w:rsid w:val="00DC4363"/>
    <w:rsid w:val="00DC51AE"/>
    <w:rsid w:val="00DC60C9"/>
    <w:rsid w:val="00DC6C66"/>
    <w:rsid w:val="00DD41A5"/>
    <w:rsid w:val="00DD5415"/>
    <w:rsid w:val="00DD556C"/>
    <w:rsid w:val="00DD5EF5"/>
    <w:rsid w:val="00DE0542"/>
    <w:rsid w:val="00DE13D9"/>
    <w:rsid w:val="00DE31A6"/>
    <w:rsid w:val="00DE5B8E"/>
    <w:rsid w:val="00DE6E6A"/>
    <w:rsid w:val="00DE727A"/>
    <w:rsid w:val="00DF01AC"/>
    <w:rsid w:val="00DF0365"/>
    <w:rsid w:val="00DF24F5"/>
    <w:rsid w:val="00DF2F03"/>
    <w:rsid w:val="00E019D8"/>
    <w:rsid w:val="00E02398"/>
    <w:rsid w:val="00E03342"/>
    <w:rsid w:val="00E11E5F"/>
    <w:rsid w:val="00E1370A"/>
    <w:rsid w:val="00E2363C"/>
    <w:rsid w:val="00E24D16"/>
    <w:rsid w:val="00E24F65"/>
    <w:rsid w:val="00E26130"/>
    <w:rsid w:val="00E264FB"/>
    <w:rsid w:val="00E26956"/>
    <w:rsid w:val="00E27CC8"/>
    <w:rsid w:val="00E3507D"/>
    <w:rsid w:val="00E3647A"/>
    <w:rsid w:val="00E3711B"/>
    <w:rsid w:val="00E37679"/>
    <w:rsid w:val="00E379AE"/>
    <w:rsid w:val="00E403E2"/>
    <w:rsid w:val="00E41C20"/>
    <w:rsid w:val="00E4258E"/>
    <w:rsid w:val="00E43516"/>
    <w:rsid w:val="00E51FDA"/>
    <w:rsid w:val="00E53975"/>
    <w:rsid w:val="00E54DD0"/>
    <w:rsid w:val="00E55F9D"/>
    <w:rsid w:val="00E61FCE"/>
    <w:rsid w:val="00E62928"/>
    <w:rsid w:val="00E64741"/>
    <w:rsid w:val="00E71718"/>
    <w:rsid w:val="00E73B7B"/>
    <w:rsid w:val="00E745C2"/>
    <w:rsid w:val="00E748DA"/>
    <w:rsid w:val="00E75D61"/>
    <w:rsid w:val="00E82B5D"/>
    <w:rsid w:val="00E82E84"/>
    <w:rsid w:val="00E83B1D"/>
    <w:rsid w:val="00E8522C"/>
    <w:rsid w:val="00E90448"/>
    <w:rsid w:val="00E90939"/>
    <w:rsid w:val="00E93F9C"/>
    <w:rsid w:val="00E95038"/>
    <w:rsid w:val="00EA09DB"/>
    <w:rsid w:val="00EA0AB7"/>
    <w:rsid w:val="00EA36A2"/>
    <w:rsid w:val="00EA3E9A"/>
    <w:rsid w:val="00EA7795"/>
    <w:rsid w:val="00EA798B"/>
    <w:rsid w:val="00EB0C4A"/>
    <w:rsid w:val="00EB4EAC"/>
    <w:rsid w:val="00EC00DE"/>
    <w:rsid w:val="00EC24F0"/>
    <w:rsid w:val="00EC3E96"/>
    <w:rsid w:val="00EC4C50"/>
    <w:rsid w:val="00EC5C3D"/>
    <w:rsid w:val="00EC6C46"/>
    <w:rsid w:val="00EC71BE"/>
    <w:rsid w:val="00ED082C"/>
    <w:rsid w:val="00ED0E30"/>
    <w:rsid w:val="00ED46B4"/>
    <w:rsid w:val="00ED64BB"/>
    <w:rsid w:val="00ED6FB7"/>
    <w:rsid w:val="00EE56B6"/>
    <w:rsid w:val="00EE5FA5"/>
    <w:rsid w:val="00EE6AFD"/>
    <w:rsid w:val="00EE7149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1849"/>
    <w:rsid w:val="00F01C3F"/>
    <w:rsid w:val="00F0205F"/>
    <w:rsid w:val="00F03346"/>
    <w:rsid w:val="00F0479C"/>
    <w:rsid w:val="00F06248"/>
    <w:rsid w:val="00F115D1"/>
    <w:rsid w:val="00F13A54"/>
    <w:rsid w:val="00F17610"/>
    <w:rsid w:val="00F21B45"/>
    <w:rsid w:val="00F23C5E"/>
    <w:rsid w:val="00F26149"/>
    <w:rsid w:val="00F2679C"/>
    <w:rsid w:val="00F274F8"/>
    <w:rsid w:val="00F27E25"/>
    <w:rsid w:val="00F30CA2"/>
    <w:rsid w:val="00F30D2C"/>
    <w:rsid w:val="00F31CFA"/>
    <w:rsid w:val="00F363AA"/>
    <w:rsid w:val="00F368CE"/>
    <w:rsid w:val="00F45A3E"/>
    <w:rsid w:val="00F46237"/>
    <w:rsid w:val="00F534EE"/>
    <w:rsid w:val="00F538DF"/>
    <w:rsid w:val="00F53C2C"/>
    <w:rsid w:val="00F53F82"/>
    <w:rsid w:val="00F55B42"/>
    <w:rsid w:val="00F55C19"/>
    <w:rsid w:val="00F605DC"/>
    <w:rsid w:val="00F621DD"/>
    <w:rsid w:val="00F62308"/>
    <w:rsid w:val="00F63C3B"/>
    <w:rsid w:val="00F6700B"/>
    <w:rsid w:val="00F704B4"/>
    <w:rsid w:val="00F72B5A"/>
    <w:rsid w:val="00F7580A"/>
    <w:rsid w:val="00F7630A"/>
    <w:rsid w:val="00F76713"/>
    <w:rsid w:val="00F7718A"/>
    <w:rsid w:val="00F77DB1"/>
    <w:rsid w:val="00F80564"/>
    <w:rsid w:val="00F80B12"/>
    <w:rsid w:val="00F825B7"/>
    <w:rsid w:val="00F92A42"/>
    <w:rsid w:val="00F930BC"/>
    <w:rsid w:val="00F9474A"/>
    <w:rsid w:val="00F95826"/>
    <w:rsid w:val="00F95D14"/>
    <w:rsid w:val="00F95D1D"/>
    <w:rsid w:val="00F961DA"/>
    <w:rsid w:val="00F97C65"/>
    <w:rsid w:val="00FA07C3"/>
    <w:rsid w:val="00FA0F5C"/>
    <w:rsid w:val="00FA357B"/>
    <w:rsid w:val="00FA69AE"/>
    <w:rsid w:val="00FA7824"/>
    <w:rsid w:val="00FA79B2"/>
    <w:rsid w:val="00FB2337"/>
    <w:rsid w:val="00FB2CE1"/>
    <w:rsid w:val="00FB464E"/>
    <w:rsid w:val="00FB4F0F"/>
    <w:rsid w:val="00FB7107"/>
    <w:rsid w:val="00FC0A02"/>
    <w:rsid w:val="00FC0F1D"/>
    <w:rsid w:val="00FC15CC"/>
    <w:rsid w:val="00FC1D45"/>
    <w:rsid w:val="00FC3D0C"/>
    <w:rsid w:val="00FC63BF"/>
    <w:rsid w:val="00FC67A2"/>
    <w:rsid w:val="00FC6871"/>
    <w:rsid w:val="00FD1A59"/>
    <w:rsid w:val="00FD2FB3"/>
    <w:rsid w:val="00FD4266"/>
    <w:rsid w:val="00FD5395"/>
    <w:rsid w:val="00FD731F"/>
    <w:rsid w:val="00FE1E24"/>
    <w:rsid w:val="00FE1F08"/>
    <w:rsid w:val="00FE34C5"/>
    <w:rsid w:val="00FE3AC5"/>
    <w:rsid w:val="00FE5B29"/>
    <w:rsid w:val="00FE5F4D"/>
    <w:rsid w:val="00FE6FC8"/>
    <w:rsid w:val="00FF0835"/>
    <w:rsid w:val="00FF17C8"/>
    <w:rsid w:val="00FF2878"/>
    <w:rsid w:val="00FF28C5"/>
    <w:rsid w:val="00FF29EE"/>
    <w:rsid w:val="00FF3014"/>
    <w:rsid w:val="00FF49DD"/>
    <w:rsid w:val="00FF52DC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78B47A1F-EC75-4E7D-B4D0-0800FCC4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DC4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uiPriority w:val="99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link w:val="TekstdymkaZnak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uiPriority w:val="3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125EE"/>
    <w:rPr>
      <w:rFonts w:ascii="Arial" w:hAnsi="Arial"/>
      <w:sz w:val="18"/>
      <w:szCs w:val="24"/>
    </w:rPr>
  </w:style>
  <w:style w:type="table" w:styleId="Tabelasiatki1jasnaakcent6">
    <w:name w:val="Grid Table 1 Light Accent 6"/>
    <w:basedOn w:val="Standardowy"/>
    <w:uiPriority w:val="46"/>
    <w:rsid w:val="0072088D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semiHidden/>
    <w:unhideWhenUsed/>
    <w:rsid w:val="00CA06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A061C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CA061C"/>
    <w:rPr>
      <w:vertAlign w:val="superscript"/>
    </w:rPr>
  </w:style>
  <w:style w:type="character" w:styleId="UyteHipercze">
    <w:name w:val="FollowedHyperlink"/>
    <w:basedOn w:val="Domylnaczcionkaakapitu"/>
    <w:semiHidden/>
    <w:unhideWhenUsed/>
    <w:rsid w:val="00FC15CC"/>
    <w:rPr>
      <w:color w:val="800080" w:themeColor="followedHyperlink"/>
      <w:u w:val="single"/>
    </w:rPr>
  </w:style>
  <w:style w:type="paragraph" w:customStyle="1" w:styleId="Default">
    <w:name w:val="Default"/>
    <w:rsid w:val="00993B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24298C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3B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A86DD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86DD7"/>
    <w:pPr>
      <w:spacing w:after="100"/>
      <w:ind w:left="180"/>
    </w:pPr>
  </w:style>
  <w:style w:type="paragraph" w:styleId="Spistreci3">
    <w:name w:val="toc 3"/>
    <w:basedOn w:val="Normalny"/>
    <w:next w:val="Normalny"/>
    <w:autoRedefine/>
    <w:uiPriority w:val="39"/>
    <w:unhideWhenUsed/>
    <w:rsid w:val="00A86DD7"/>
    <w:pPr>
      <w:spacing w:after="100"/>
      <w:ind w:left="360"/>
    </w:pPr>
  </w:style>
  <w:style w:type="paragraph" w:styleId="Bezodstpw">
    <w:name w:val="No Spacing"/>
    <w:uiPriority w:val="1"/>
    <w:qFormat/>
    <w:rsid w:val="0010569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1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971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568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15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40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umowy Upowaznienie do odbioru materialu 2025.docx</dmsv2BaseFileName>
    <dmsv2BaseDisplayName xmlns="http://schemas.microsoft.com/sharepoint/v3">Załącznik nr 7 do umowy Upowaznienie do odbioru materialu 2025</dmsv2BaseDisplayName>
    <dmsv2SWPP2ObjectNumber xmlns="http://schemas.microsoft.com/sharepoint/v3">POST/DYS/OW/GZ/01224/2025                         </dmsv2SWPP2ObjectNumber>
    <dmsv2SWPP2SumMD5 xmlns="http://schemas.microsoft.com/sharepoint/v3">70334df888592cd407fac3f87b1996d7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675911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22105873</dmsv2BaseClientSystemDocumentID>
    <dmsv2BaseModifiedByID xmlns="http://schemas.microsoft.com/sharepoint/v3">11906285</dmsv2BaseModifiedByID>
    <dmsv2BaseCreatedByID xmlns="http://schemas.microsoft.com/sharepoint/v3">11906285</dmsv2BaseCreatedByID>
    <dmsv2SWPP2ObjectDepartment xmlns="http://schemas.microsoft.com/sharepoint/v3">00000001000700050000000f00000003</dmsv2SWPP2ObjectDepartment>
    <dmsv2SWPP2ObjectName xmlns="http://schemas.microsoft.com/sharepoint/v3">Postępowanie</dmsv2SWPP2ObjectName>
    <_dlc_DocId xmlns="a19cb1c7-c5c7-46d4-85ae-d83685407bba">MUFVPD5EPY3P-699274413-1568</_dlc_DocId>
    <_dlc_DocIdUrl xmlns="a19cb1c7-c5c7-46d4-85ae-d83685407bba">
      <Url>https://swpp2.dms.gkpge.pl/sites/36/_layouts/15/DocIdRedir.aspx?ID=MUFVPD5EPY3P-699274413-1568</Url>
      <Description>MUFVPD5EPY3P-699274413-1568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infopath/2007/PartnerControls"/>
    <ds:schemaRef ds:uri="http://schemas.microsoft.com/office/2006/documentManagement/types"/>
    <ds:schemaRef ds:uri="e98d7501-42e4-4a2d-b641-b529e1ab1d6e"/>
    <ds:schemaRef ds:uri="132c12db-5c81-4052-8a4e-8acb93bdb017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7289A78-6F8A-4254-B5E4-34BF0420D74A}"/>
</file>

<file path=customXml/itemProps4.xml><?xml version="1.0" encoding="utf-8"?>
<ds:datastoreItem xmlns:ds="http://schemas.openxmlformats.org/officeDocument/2006/customXml" ds:itemID="{6C0C7398-4898-407E-B603-08120BB237E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58EBA9-5990-4E3B-8C19-D4C18D3D8AC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74D3A60-49A8-4A04-9ADC-60AB87D1771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3D8C411-702F-4C4B-8D52-EB49FE983277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0</TotalTime>
  <Pages>2</Pages>
  <Words>57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1097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pawel.jaworski</dc:creator>
  <cp:keywords>Załącznik pilotażowy DSZ</cp:keywords>
  <dc:description/>
  <cp:lastModifiedBy>Dudko Monika [PGE Dystr. O.Warszawa]</cp:lastModifiedBy>
  <cp:revision>2</cp:revision>
  <cp:lastPrinted>2020-08-06T07:21:00Z</cp:lastPrinted>
  <dcterms:created xsi:type="dcterms:W3CDTF">2025-02-10T17:06:00Z</dcterms:created>
  <dcterms:modified xsi:type="dcterms:W3CDTF">2025-02-10T17:06:00Z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3fb56317-05ee-4f30-85f7-91743e70838c</vt:lpwstr>
  </property>
</Properties>
</file>